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655C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54AB9FD8" w14:textId="77777777" w:rsidR="00E7218C" w:rsidRPr="00995DEF" w:rsidRDefault="00E7218C" w:rsidP="00995DEF">
      <w:pPr>
        <w:pStyle w:val="Akapitzlist"/>
        <w:numPr>
          <w:ilvl w:val="0"/>
          <w:numId w:val="10"/>
        </w:numPr>
        <w:spacing w:before="120" w:after="120" w:line="240" w:lineRule="auto"/>
        <w:rPr>
          <w:rFonts w:cs="Arial"/>
          <w:b/>
          <w:szCs w:val="18"/>
        </w:rPr>
      </w:pPr>
      <w:bookmarkStart w:id="0" w:name="Zakres_procedury"/>
      <w:bookmarkEnd w:id="0"/>
      <w:r w:rsidRPr="00995DEF">
        <w:rPr>
          <w:rFonts w:cs="Arial"/>
          <w:b/>
          <w:szCs w:val="18"/>
        </w:rPr>
        <w:t>Klauzula informacyjna - wersja, gdy dane zbierane są od osoby, której dane dotyczą</w:t>
      </w:r>
    </w:p>
    <w:p w14:paraId="57201622" w14:textId="4F0FF439" w:rsidR="00E7218C" w:rsidRPr="00995DEF" w:rsidRDefault="00E7218C" w:rsidP="00995DEF">
      <w:pPr>
        <w:spacing w:before="120" w:after="120"/>
        <w:ind w:left="360"/>
        <w:jc w:val="both"/>
        <w:rPr>
          <w:rFonts w:cs="Arial"/>
          <w:b/>
          <w:szCs w:val="18"/>
        </w:rPr>
      </w:pPr>
      <w:r w:rsidRPr="00995DEF">
        <w:rPr>
          <w:rFonts w:cs="Arial"/>
          <w:szCs w:val="18"/>
        </w:rPr>
        <w:t xml:space="preserve">Zgodnie z art. 13 ust. 1-2 Rozporządzenia Parlamentu Europejskiego i Rady (UE) 2016/679 z dnia 27 kwietnia 2016 r. </w:t>
      </w:r>
      <w:r w:rsidR="00335C86" w:rsidRPr="00995DEF">
        <w:rPr>
          <w:rFonts w:cs="Arial"/>
          <w:szCs w:val="18"/>
        </w:rPr>
        <w:br/>
      </w:r>
      <w:r w:rsidRPr="00995DEF">
        <w:rPr>
          <w:rFonts w:cs="Arial"/>
          <w:szCs w:val="18"/>
        </w:rPr>
        <w:t>w</w:t>
      </w:r>
      <w:r w:rsidR="00335C86" w:rsidRPr="00995DEF">
        <w:rPr>
          <w:rFonts w:cs="Arial"/>
          <w:szCs w:val="18"/>
        </w:rPr>
        <w:t xml:space="preserve"> </w:t>
      </w:r>
      <w:r w:rsidRPr="00995DEF">
        <w:rPr>
          <w:rFonts w:cs="Arial"/>
          <w:szCs w:val="18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95DEF">
        <w:rPr>
          <w:rFonts w:cs="Arial"/>
          <w:b/>
          <w:szCs w:val="18"/>
        </w:rPr>
        <w:t>RODO</w:t>
      </w:r>
      <w:r w:rsidRPr="00995DEF">
        <w:rPr>
          <w:rFonts w:cs="Arial"/>
          <w:szCs w:val="18"/>
        </w:rPr>
        <w:t xml:space="preserve">”) informujemy, że: </w:t>
      </w:r>
    </w:p>
    <w:p w14:paraId="5C1CE767" w14:textId="77777777" w:rsidR="00335C86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b/>
          <w:szCs w:val="18"/>
        </w:rPr>
        <w:t xml:space="preserve">Administratorem Pani/Pana danych osobowych </w:t>
      </w:r>
      <w:r w:rsidRPr="00995DEF">
        <w:rPr>
          <w:rFonts w:cs="Arial"/>
          <w:szCs w:val="18"/>
        </w:rPr>
        <w:t>jest</w:t>
      </w:r>
      <w:r w:rsidRPr="00995DEF">
        <w:rPr>
          <w:rFonts w:cs="Arial"/>
          <w:b/>
          <w:szCs w:val="18"/>
        </w:rPr>
        <w:t xml:space="preserve"> </w:t>
      </w:r>
      <w:r w:rsidRPr="00995DEF">
        <w:rPr>
          <w:rFonts w:cs="Arial"/>
          <w:szCs w:val="18"/>
        </w:rPr>
        <w:t>PGE Dystrybucja S.A z siedzibą w Lublinie reprezentowana przez PGE Dystrybucja S.A. Oddział</w:t>
      </w:r>
      <w:r w:rsidR="004B18E7" w:rsidRPr="00995DEF">
        <w:rPr>
          <w:rFonts w:cs="Arial"/>
          <w:szCs w:val="18"/>
        </w:rPr>
        <w:t xml:space="preserve"> Skarżysko-Kamienna </w:t>
      </w:r>
      <w:r w:rsidR="00335C86" w:rsidRPr="00995DEF">
        <w:rPr>
          <w:rFonts w:cs="Arial"/>
          <w:szCs w:val="18"/>
        </w:rPr>
        <w:t>z</w:t>
      </w:r>
      <w:r w:rsidRPr="00995DEF">
        <w:rPr>
          <w:rFonts w:cs="Arial"/>
          <w:szCs w:val="18"/>
        </w:rPr>
        <w:t xml:space="preserve"> siedzibą</w:t>
      </w:r>
      <w:r w:rsidR="00335C86" w:rsidRPr="00995DEF">
        <w:rPr>
          <w:rFonts w:cs="Arial"/>
          <w:szCs w:val="18"/>
        </w:rPr>
        <w:t>: 26-110 Skarżysko-Kamienna, Al. Marsz. J. Piłsudskiego 51.</w:t>
      </w:r>
    </w:p>
    <w:p w14:paraId="78F804BB" w14:textId="4FB078B5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 xml:space="preserve">W sprawie ochrony swoich danych osobowych możesz skontaktować się z </w:t>
      </w:r>
      <w:r w:rsidRPr="00995DEF">
        <w:rPr>
          <w:rFonts w:cs="Arial"/>
          <w:b/>
          <w:szCs w:val="18"/>
        </w:rPr>
        <w:t>Inspektorem Ochrony Danych</w:t>
      </w:r>
      <w:r w:rsidRPr="00995DEF">
        <w:rPr>
          <w:rFonts w:cs="Arial"/>
          <w:szCs w:val="18"/>
        </w:rPr>
        <w:t xml:space="preserve"> pod emailem: dane.osobowe@pgedystrybucja.pl, lub pisemnie na adres naszej siedziby wskazany w punkcie I powyżej. </w:t>
      </w:r>
    </w:p>
    <w:p w14:paraId="203931B9" w14:textId="77777777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b/>
          <w:szCs w:val="18"/>
        </w:rPr>
        <w:t xml:space="preserve">Cele i podstawy przetwarzania. </w:t>
      </w:r>
      <w:r w:rsidRPr="00995DEF">
        <w:rPr>
          <w:rFonts w:cs="Arial"/>
          <w:szCs w:val="18"/>
        </w:rPr>
        <w:t>Będziemy przetwarzać Pani/Pana dane:</w:t>
      </w:r>
    </w:p>
    <w:p w14:paraId="7220C5CF" w14:textId="480ACE90" w:rsidR="003F6498" w:rsidRPr="00995DEF" w:rsidRDefault="003F6498" w:rsidP="00995DEF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celu podjęcia działań przed zawarciem umowy, działań zmierzających do zawarcia umowy, a także realizacji umowy (podstawa z art. 6 ust 1 lit. a i b RODO)</w:t>
      </w:r>
    </w:p>
    <w:p w14:paraId="3E6A1658" w14:textId="77777777" w:rsidR="00E7218C" w:rsidRPr="00995DEF" w:rsidRDefault="00E7218C" w:rsidP="00995DEF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 xml:space="preserve">w celu wykonania i na podstawie umowy </w:t>
      </w:r>
      <w:bookmarkStart w:id="1" w:name="OLE_LINK1"/>
      <w:r w:rsidRPr="00995DEF">
        <w:rPr>
          <w:rFonts w:cs="Arial"/>
          <w:szCs w:val="18"/>
        </w:rPr>
        <w:t>sprzedaży energii elektrycznej</w:t>
      </w:r>
      <w:bookmarkEnd w:id="1"/>
      <w:r w:rsidRPr="00995DEF">
        <w:rPr>
          <w:rFonts w:cs="Arial"/>
          <w:szCs w:val="18"/>
        </w:rPr>
        <w:t>, gdy ją zawarliśmy (podstawa z art. 6 ust 1 lit. b RODO)</w:t>
      </w:r>
    </w:p>
    <w:p w14:paraId="06E80A82" w14:textId="77777777" w:rsidR="00E7218C" w:rsidRPr="00995DEF" w:rsidRDefault="00E7218C" w:rsidP="00995DEF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 xml:space="preserve">w celach archiwalnych (dowodowych) będących realizacją naszego prawnie uzasadnionego interesu zabezpieczenia informacji na wypadek prawnej potrzeby wykazania faktów (podstawa z art. 6 ust. 1 lit. f RODO) </w:t>
      </w:r>
    </w:p>
    <w:p w14:paraId="0EE7DD38" w14:textId="77777777" w:rsidR="00E7218C" w:rsidRPr="00995DEF" w:rsidRDefault="00E7218C" w:rsidP="00995DEF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celu ewentualnego ustalenia, dochodzenia lub obrony przed roszczeniami będącego realizacją naszego prawnie uzasadnionego w tym interesu (podstawa z art. 6 ust. 1 lit. f RODO)</w:t>
      </w:r>
    </w:p>
    <w:p w14:paraId="701E6576" w14:textId="77777777" w:rsidR="00E7218C" w:rsidRPr="00995DEF" w:rsidRDefault="00E7218C" w:rsidP="00995DEF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celach analitycznych (lepszego doboru usług do potrzeb naszych Klientów, ogólnej optymalizacji naszych produktów, optymalizacji procesów obsługi, budowania wiedzy o naszych Klientach, analizy finansowej naszej spółki itp.) będącego realizacją naszego prawnie uzasadnionego w tym interesu (podstawa z art. 6 ust. 1 lit. f RODO)</w:t>
      </w:r>
    </w:p>
    <w:p w14:paraId="592761F1" w14:textId="77777777" w:rsidR="00E7218C" w:rsidRPr="00995DEF" w:rsidRDefault="00E7218C" w:rsidP="00995DEF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celu badania satysfakcji klientów będącego realizacją naszego prawnie uzasadnionego interesu określania jakości naszej obsługi oraz poziomu zadowolenia naszych Klientów z produktów i usług (podstawa z art. 6 ust. 1 lit. f RODO)</w:t>
      </w:r>
    </w:p>
    <w:p w14:paraId="56E540FA" w14:textId="625BE710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 xml:space="preserve">Będziemy przechowywać Pani/Pana dane przez </w:t>
      </w:r>
      <w:r w:rsidR="003F6498" w:rsidRPr="00995DEF">
        <w:rPr>
          <w:rFonts w:cs="Arial"/>
          <w:b/>
          <w:szCs w:val="18"/>
        </w:rPr>
        <w:t>czas niezbędny do realizacji celów określonych w pkt III, tj.:</w:t>
      </w:r>
    </w:p>
    <w:p w14:paraId="533838E7" w14:textId="1DE0D65A" w:rsidR="00825295" w:rsidRPr="00995DEF" w:rsidRDefault="00825295" w:rsidP="00995DEF">
      <w:pPr>
        <w:pStyle w:val="Akapitzlist"/>
        <w:numPr>
          <w:ilvl w:val="0"/>
          <w:numId w:val="17"/>
        </w:numPr>
        <w:spacing w:before="120" w:after="120" w:line="240" w:lineRule="auto"/>
        <w:ind w:left="851" w:hanging="425"/>
        <w:jc w:val="both"/>
        <w:rPr>
          <w:rFonts w:cs="Arial"/>
          <w:bCs/>
          <w:szCs w:val="18"/>
        </w:rPr>
      </w:pPr>
      <w:r w:rsidRPr="00995DEF">
        <w:rPr>
          <w:rFonts w:cs="Arial"/>
          <w:bCs/>
          <w:szCs w:val="18"/>
        </w:rPr>
        <w:t>w zakresie podjęcia działań przed zawarciem umowy, zawarcia i wykonania umowy - przez okres: konieczny do podjęcia działań zmierzających do zawarcia umowy oraz przez okres obowiązywania umowy do czasu zakończenia jej realizacji i rozliczenia oraz przez czas, w którym przepisy nakazują nam przechowywać dane, a także przez okres konieczny do zabezpieczenia ewentualnych roszczeń – zgodnie z okresem przedawnienia roszczeń wynikającym z przepisów prawa,</w:t>
      </w:r>
    </w:p>
    <w:p w14:paraId="25F309A5" w14:textId="4DADECD2" w:rsidR="00825295" w:rsidRPr="00995DEF" w:rsidRDefault="00825295" w:rsidP="00995DEF">
      <w:pPr>
        <w:pStyle w:val="Akapitzlist"/>
        <w:numPr>
          <w:ilvl w:val="0"/>
          <w:numId w:val="17"/>
        </w:numPr>
        <w:spacing w:before="120" w:after="120" w:line="240" w:lineRule="auto"/>
        <w:ind w:left="851" w:hanging="425"/>
        <w:jc w:val="both"/>
        <w:rPr>
          <w:rFonts w:cs="Arial"/>
          <w:bCs/>
          <w:szCs w:val="18"/>
        </w:rPr>
      </w:pPr>
      <w:r w:rsidRPr="00995DEF">
        <w:rPr>
          <w:rFonts w:cs="Arial"/>
          <w:bCs/>
          <w:szCs w:val="18"/>
        </w:rPr>
        <w:t>w zakresie ustalenia, obrony i dochodzenia roszczeń - przez okres przedawnienia roszczeń wynikających z przepisów prawa, a także przez czas, w którym przepisy nakazują nam przechowywać dane,</w:t>
      </w:r>
    </w:p>
    <w:p w14:paraId="2046A296" w14:textId="1C784403" w:rsidR="00825295" w:rsidRPr="00995DEF" w:rsidRDefault="00825295" w:rsidP="00995DEF">
      <w:pPr>
        <w:pStyle w:val="Akapitzlist"/>
        <w:numPr>
          <w:ilvl w:val="0"/>
          <w:numId w:val="17"/>
        </w:numPr>
        <w:spacing w:before="120" w:after="120" w:line="240" w:lineRule="auto"/>
        <w:ind w:left="851" w:hanging="425"/>
        <w:jc w:val="both"/>
        <w:rPr>
          <w:rFonts w:cs="Arial"/>
          <w:bCs/>
          <w:szCs w:val="18"/>
        </w:rPr>
      </w:pPr>
      <w:r w:rsidRPr="00995DEF">
        <w:rPr>
          <w:rFonts w:cs="Arial"/>
          <w:bCs/>
          <w:szCs w:val="18"/>
        </w:rPr>
        <w:t>w zakresie prowadzenia działalności operacyjnej Spółki, w tym statystyki i raportowania, w celach archiwalnych (dowodowych)</w:t>
      </w:r>
      <w:r w:rsidR="005B40EB" w:rsidRPr="00995DEF">
        <w:rPr>
          <w:rFonts w:cs="Arial"/>
          <w:bCs/>
          <w:szCs w:val="18"/>
        </w:rPr>
        <w:t xml:space="preserve"> </w:t>
      </w:r>
      <w:r w:rsidRPr="00995DEF">
        <w:rPr>
          <w:rFonts w:cs="Arial"/>
          <w:bCs/>
          <w:szCs w:val="18"/>
        </w:rPr>
        <w:t>będących realizacją naszego prawnie uzasadnionego interesu zabezpieczenia informacji na wypadek prawnej potrzeby</w:t>
      </w:r>
      <w:r w:rsidR="005B40EB" w:rsidRPr="00995DEF">
        <w:rPr>
          <w:rFonts w:cs="Arial"/>
          <w:bCs/>
          <w:szCs w:val="18"/>
        </w:rPr>
        <w:t xml:space="preserve"> </w:t>
      </w:r>
      <w:r w:rsidRPr="00995DEF">
        <w:rPr>
          <w:rFonts w:cs="Arial"/>
          <w:bCs/>
          <w:szCs w:val="18"/>
        </w:rPr>
        <w:t>wykazania faktów, wykazania wykonania obowiązków - do czasu istnienia prawnie uzasadnionych interesów Spółki</w:t>
      </w:r>
      <w:r w:rsidR="005B40EB" w:rsidRPr="00995DEF">
        <w:rPr>
          <w:rFonts w:cs="Arial"/>
          <w:bCs/>
          <w:szCs w:val="18"/>
        </w:rPr>
        <w:t xml:space="preserve"> </w:t>
      </w:r>
      <w:r w:rsidRPr="00995DEF">
        <w:rPr>
          <w:rFonts w:cs="Arial"/>
          <w:bCs/>
          <w:szCs w:val="18"/>
        </w:rPr>
        <w:t>stanowiących podstawę tego przetwarzania, a także przez czas, w którym przepisy nakazują nam przechowywać dane.</w:t>
      </w:r>
    </w:p>
    <w:p w14:paraId="62731CE2" w14:textId="77777777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 xml:space="preserve">W każdej chwili przysługuje Pani/Panu: </w:t>
      </w:r>
    </w:p>
    <w:p w14:paraId="7527EF1A" w14:textId="2584D74C" w:rsidR="00E7218C" w:rsidRPr="00995DEF" w:rsidRDefault="00E7218C" w:rsidP="00995DEF">
      <w:pPr>
        <w:pStyle w:val="Akapitzlist"/>
        <w:numPr>
          <w:ilvl w:val="0"/>
          <w:numId w:val="15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b/>
          <w:szCs w:val="18"/>
        </w:rPr>
        <w:t xml:space="preserve">prawo do wniesienia sprzeciwu </w:t>
      </w:r>
      <w:r w:rsidRPr="00995DEF">
        <w:rPr>
          <w:rFonts w:cs="Arial"/>
          <w:szCs w:val="18"/>
        </w:rPr>
        <w:t>wobec przetwarzania danych, przetwarzanych w celu i na podstawie wskazanych powyżej. Przestaniemy przetwarzać Pani/Pana dane w tych celach, chyba że będziemy w stanie wykazać, istnieją ważne, prawnie uzasadnione podstawy, które są nadrzędne wobec Pani/Pana interesów, praw i wolności lub Pani/Pana dane będą nam niezbędne do ewentualnego ustalenia, dochodzenia lub obrony roszczeń.</w:t>
      </w:r>
    </w:p>
    <w:p w14:paraId="180CB2F5" w14:textId="77777777" w:rsidR="00E7218C" w:rsidRPr="00995DEF" w:rsidRDefault="00E7218C" w:rsidP="00995DEF">
      <w:pPr>
        <w:pStyle w:val="Akapitzlist"/>
        <w:numPr>
          <w:ilvl w:val="0"/>
          <w:numId w:val="15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b/>
          <w:szCs w:val="18"/>
        </w:rPr>
        <w:t>prawo do wniesienia sprzeciwu wobec przetwarzania</w:t>
      </w:r>
      <w:r w:rsidRPr="00995DEF">
        <w:rPr>
          <w:rFonts w:cs="Arial"/>
          <w:szCs w:val="18"/>
        </w:rPr>
        <w:t xml:space="preserve"> danych w celu marketingu bezpośredniego. Jeżeli skorzystasz Pani/Pan z tego prawa – zaprzestaniemy przetwarzania danych w tym celu.</w:t>
      </w:r>
    </w:p>
    <w:p w14:paraId="3A3A13E2" w14:textId="77777777" w:rsidR="00E7218C" w:rsidRPr="00995DEF" w:rsidRDefault="00E7218C" w:rsidP="00995DEF">
      <w:pPr>
        <w:pStyle w:val="Akapitzlist"/>
        <w:numPr>
          <w:ilvl w:val="0"/>
          <w:numId w:val="15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b/>
          <w:szCs w:val="18"/>
        </w:rPr>
        <w:t>prawo dostępu do swoich danych</w:t>
      </w:r>
      <w:r w:rsidRPr="00995DEF">
        <w:rPr>
          <w:rFonts w:cs="Arial"/>
          <w:szCs w:val="18"/>
        </w:rPr>
        <w:t xml:space="preserve"> oraz otrzymania ich kopii, do sprostowania (poprawiania) swoich danych, do usunięcia, ograniczenia lub wniesienia sprzeciwu wobec ich przetwarzania, do przenoszenia danych, </w:t>
      </w:r>
    </w:p>
    <w:p w14:paraId="2B1F2153" w14:textId="691EBA2C" w:rsidR="00E7218C" w:rsidRPr="00995DEF" w:rsidRDefault="00E7218C" w:rsidP="00995DEF">
      <w:pPr>
        <w:pStyle w:val="Akapitzlist"/>
        <w:numPr>
          <w:ilvl w:val="0"/>
          <w:numId w:val="15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b/>
          <w:szCs w:val="18"/>
        </w:rPr>
        <w:t>prawo do wniesienia skargi</w:t>
      </w:r>
      <w:r w:rsidRPr="00995DEF">
        <w:rPr>
          <w:rFonts w:cs="Arial"/>
          <w:szCs w:val="18"/>
        </w:rPr>
        <w:t xml:space="preserve"> do organu nadzorczego. </w:t>
      </w:r>
    </w:p>
    <w:p w14:paraId="644E3861" w14:textId="77777777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b/>
          <w:szCs w:val="18"/>
        </w:rPr>
      </w:pPr>
      <w:bookmarkStart w:id="2" w:name="_Hlk500337822"/>
      <w:r w:rsidRPr="00995DEF">
        <w:rPr>
          <w:rFonts w:cs="Arial"/>
          <w:b/>
          <w:szCs w:val="18"/>
        </w:rPr>
        <w:t>Odbiorcy danych</w:t>
      </w:r>
    </w:p>
    <w:p w14:paraId="4F9327A0" w14:textId="6E03458D" w:rsidR="00E7218C" w:rsidRPr="00995DEF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i/>
          <w:szCs w:val="18"/>
        </w:rPr>
      </w:pPr>
      <w:r w:rsidRPr="00995DEF">
        <w:rPr>
          <w:rFonts w:cs="Arial"/>
          <w:szCs w:val="18"/>
        </w:rPr>
        <w:t xml:space="preserve">Pani/Pana dane osobowe mogą zostać przekazywane następującym </w:t>
      </w:r>
      <w:r w:rsidRPr="00995DEF">
        <w:rPr>
          <w:rFonts w:cs="Arial"/>
          <w:b/>
          <w:szCs w:val="18"/>
        </w:rPr>
        <w:t xml:space="preserve">odbiorcom tj. </w:t>
      </w:r>
      <w:r w:rsidRPr="00995DEF">
        <w:rPr>
          <w:rFonts w:cs="Arial"/>
          <w:szCs w:val="18"/>
        </w:rPr>
        <w:t xml:space="preserve">podmiotowi sprawującemu uprawnienia właścicielskie wobec Spółki, naszym partnerom, czyli firmom, z którymi współpracujemy w zakresie realizowanych usług, realizacji obowiązków wynikających z przepisów prawa,  instytucjom określonym przez przepisy prawa np. Urząd Skarbowy, ZUS, organom lub podmiotom uprawnionym przez przepisy prawa np. policja, organy skarbowe, sąd, prokuratura, organy celne lub innym oraz </w:t>
      </w:r>
      <w:r w:rsidRPr="00995DEF">
        <w:rPr>
          <w:rFonts w:cs="Arial"/>
          <w:b/>
          <w:szCs w:val="18"/>
        </w:rPr>
        <w:t>naszym podwykonawcom</w:t>
      </w:r>
      <w:r w:rsidRPr="00995DEF">
        <w:rPr>
          <w:rFonts w:cs="Arial"/>
          <w:szCs w:val="18"/>
        </w:rPr>
        <w:t xml:space="preserve"> (podmiotom przetwarzającym) np. firmom księgowym, prawniczym, informatycznym</w:t>
      </w:r>
      <w:r w:rsidR="005B40EB" w:rsidRPr="00995DEF">
        <w:rPr>
          <w:rFonts w:cs="Arial"/>
          <w:szCs w:val="18"/>
        </w:rPr>
        <w:t>.</w:t>
      </w:r>
      <w:bookmarkEnd w:id="2"/>
    </w:p>
    <w:p w14:paraId="5B63F705" w14:textId="77777777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 xml:space="preserve">Informacja w zakresie przekazywania danych do państw trzecich </w:t>
      </w:r>
    </w:p>
    <w:p w14:paraId="2508691D" w14:textId="77777777" w:rsidR="00E7218C" w:rsidRPr="00995DEF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color w:val="000000"/>
          <w:szCs w:val="18"/>
        </w:rPr>
      </w:pPr>
      <w:r w:rsidRPr="00995DEF">
        <w:rPr>
          <w:rFonts w:cs="Arial"/>
          <w:color w:val="000000"/>
          <w:szCs w:val="18"/>
        </w:rPr>
        <w:t xml:space="preserve"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</w:t>
      </w:r>
      <w:r w:rsidRPr="00995DEF">
        <w:rPr>
          <w:rFonts w:cs="Arial"/>
          <w:color w:val="000000"/>
          <w:szCs w:val="18"/>
        </w:rPr>
        <w:lastRenderedPageBreak/>
        <w:t>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</w:t>
      </w:r>
    </w:p>
    <w:p w14:paraId="1A4DF8EF" w14:textId="77777777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>W zakresie w jakim przetwarzamy Pani/Pana dane osobowe w celu</w:t>
      </w:r>
    </w:p>
    <w:p w14:paraId="62A21899" w14:textId="313787AB" w:rsidR="005B40EB" w:rsidRPr="00995DEF" w:rsidRDefault="005B40EB" w:rsidP="00995DE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podjęcia działań przed zawarciem umowy, zawarcia i realizacji umowy, podanie danych osobowych jest dobrowolne, ale</w:t>
      </w:r>
      <w:r w:rsidR="00964445" w:rsidRPr="00995DEF">
        <w:rPr>
          <w:rFonts w:cs="Arial"/>
          <w:szCs w:val="18"/>
        </w:rPr>
        <w:t xml:space="preserve"> </w:t>
      </w:r>
      <w:r w:rsidRPr="00995DEF">
        <w:rPr>
          <w:rFonts w:cs="Arial"/>
          <w:szCs w:val="18"/>
        </w:rPr>
        <w:t>niezbędne do zawarcia umowy (nie będziemy mogli zawrzeć umowy bez ich podania)</w:t>
      </w:r>
    </w:p>
    <w:p w14:paraId="70B6AF96" w14:textId="06C25A64" w:rsidR="00E7218C" w:rsidRPr="00995DEF" w:rsidRDefault="005B40EB" w:rsidP="00995DE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realizacji obowiązków prawnych Spółki podanie danych osobowych jest dobrowolne, ale niezbędne do realizacji obowiązków</w:t>
      </w:r>
      <w:r w:rsidR="00964445" w:rsidRPr="00995DEF">
        <w:rPr>
          <w:rFonts w:cs="Arial"/>
          <w:szCs w:val="18"/>
        </w:rPr>
        <w:t xml:space="preserve"> </w:t>
      </w:r>
      <w:r w:rsidRPr="00995DEF">
        <w:rPr>
          <w:rFonts w:cs="Arial"/>
          <w:szCs w:val="18"/>
        </w:rPr>
        <w:t xml:space="preserve">prawnych Spółki </w:t>
      </w:r>
      <w:proofErr w:type="spellStart"/>
      <w:r w:rsidRPr="00995DEF">
        <w:rPr>
          <w:rFonts w:cs="Arial"/>
          <w:szCs w:val="18"/>
        </w:rPr>
        <w:t>Spółki</w:t>
      </w:r>
      <w:proofErr w:type="spellEnd"/>
      <w:r w:rsidRPr="00995DEF">
        <w:rPr>
          <w:rFonts w:cs="Arial"/>
          <w:szCs w:val="18"/>
        </w:rPr>
        <w:t xml:space="preserve"> będącej Operatorem Systemu Dystrybucyjnego energii elektrycznej wynikających z przepisów prawa</w:t>
      </w:r>
    </w:p>
    <w:p w14:paraId="2B7B0DFF" w14:textId="77777777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>Zautomatyzowane podejmowanie decyzji</w:t>
      </w:r>
    </w:p>
    <w:p w14:paraId="2AD4B6E5" w14:textId="2C894780" w:rsidR="00E7218C" w:rsidRPr="00995DEF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b/>
          <w:szCs w:val="18"/>
        </w:rPr>
      </w:pPr>
      <w:r w:rsidRPr="00995DEF">
        <w:rPr>
          <w:rFonts w:cs="Arial"/>
          <w:szCs w:val="18"/>
        </w:rPr>
        <w:t>Informujemy, że</w:t>
      </w:r>
      <w:r w:rsidR="00964445" w:rsidRPr="00995DEF">
        <w:rPr>
          <w:rFonts w:cs="Arial"/>
          <w:szCs w:val="18"/>
        </w:rPr>
        <w:t xml:space="preserve"> </w:t>
      </w:r>
      <w:r w:rsidRPr="00995DEF">
        <w:rPr>
          <w:rFonts w:cs="Arial"/>
          <w:b/>
          <w:szCs w:val="18"/>
        </w:rPr>
        <w:t>nie podejmujemy decyzji w sposób zautomatyzowany i Pani/Pana dane nie są profilowane.</w:t>
      </w:r>
    </w:p>
    <w:p w14:paraId="6F753AC7" w14:textId="77777777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>Zgoda oraz informacja o możliwości wycofania zgody</w:t>
      </w:r>
    </w:p>
    <w:p w14:paraId="258C3DCA" w14:textId="77777777" w:rsidR="00E7218C" w:rsidRPr="00995DEF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każdej chwili przysługuje Pani/Panu</w:t>
      </w:r>
      <w:r w:rsidRPr="00995DEF">
        <w:rPr>
          <w:rFonts w:cs="Arial"/>
          <w:b/>
          <w:szCs w:val="18"/>
        </w:rPr>
        <w:t xml:space="preserve"> prawo do wycofania zgody</w:t>
      </w:r>
      <w:r w:rsidRPr="00995DEF">
        <w:rPr>
          <w:rFonts w:cs="Arial"/>
          <w:szCs w:val="18"/>
        </w:rPr>
        <w:t xml:space="preserve"> na przetwarzanie danych osobowych, ale cofnięcie zgody nie wpływa na zgodność z prawem przetwarzania, którego dokonano na podstawie Pani/Pana zgody przed jej wycofaniem.</w:t>
      </w:r>
    </w:p>
    <w:p w14:paraId="102B423B" w14:textId="77777777" w:rsidR="00E7218C" w:rsidRPr="00995DEF" w:rsidRDefault="00E7218C" w:rsidP="00995DEF">
      <w:pPr>
        <w:spacing w:before="120" w:after="120"/>
        <w:ind w:left="426"/>
        <w:rPr>
          <w:rFonts w:cs="Arial"/>
          <w:i/>
          <w:szCs w:val="18"/>
        </w:rPr>
      </w:pPr>
      <w:r w:rsidRPr="00995DEF">
        <w:rPr>
          <w:rFonts w:cs="Arial"/>
          <w:i/>
          <w:szCs w:val="18"/>
        </w:rPr>
        <w:t>Wersja używana w formie elektronicznej:</w:t>
      </w:r>
    </w:p>
    <w:p w14:paraId="3949B8FF" w14:textId="5444BC34" w:rsidR="005B4367" w:rsidRPr="005B4367" w:rsidRDefault="005B4367" w:rsidP="005B4367">
      <w:pPr>
        <w:pStyle w:val="Akapitzlist"/>
        <w:spacing w:before="120" w:after="120" w:line="240" w:lineRule="auto"/>
        <w:ind w:left="426"/>
        <w:jc w:val="both"/>
        <w:rPr>
          <w:rFonts w:cs="Arial"/>
          <w:b/>
          <w:bCs/>
          <w:szCs w:val="18"/>
        </w:rPr>
      </w:pPr>
      <w:r w:rsidRPr="005B4367">
        <w:rPr>
          <w:rFonts w:cs="Arial"/>
          <w:b/>
          <w:bCs/>
          <w:szCs w:val="18"/>
        </w:rPr>
        <w:t xml:space="preserve">Czy wyraża Pani/Pan zgodę na przetwarzanie danych osobowych zamieszczonych w umowie </w:t>
      </w:r>
      <w:r>
        <w:rPr>
          <w:rFonts w:cs="Arial"/>
          <w:b/>
          <w:bCs/>
          <w:szCs w:val="18"/>
        </w:rPr>
        <w:t xml:space="preserve">głównej/podstawowej </w:t>
      </w:r>
      <w:r w:rsidRPr="005B4367">
        <w:rPr>
          <w:rFonts w:cs="Arial"/>
          <w:b/>
          <w:bCs/>
          <w:szCs w:val="18"/>
        </w:rPr>
        <w:t>i jej załącznikach przez Administratora w celu zawarcia i realizacji umowy?</w:t>
      </w:r>
    </w:p>
    <w:p w14:paraId="05A83F61" w14:textId="77777777" w:rsidR="00E7218C" w:rsidRPr="00995DEF" w:rsidRDefault="00E7218C" w:rsidP="00995DEF">
      <w:pPr>
        <w:pStyle w:val="Akapitzlist"/>
        <w:spacing w:before="120" w:after="120" w:line="240" w:lineRule="auto"/>
        <w:ind w:left="1080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sym w:font="Webdings" w:char="F063"/>
      </w:r>
      <w:r w:rsidRPr="00995DEF">
        <w:rPr>
          <w:rFonts w:cs="Arial"/>
          <w:szCs w:val="18"/>
        </w:rPr>
        <w:t xml:space="preserve"> TAK</w:t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sym w:font="Webdings" w:char="F063"/>
      </w:r>
      <w:r w:rsidRPr="00995DEF">
        <w:rPr>
          <w:rFonts w:cs="Arial"/>
          <w:szCs w:val="18"/>
        </w:rPr>
        <w:t xml:space="preserve"> NIE</w:t>
      </w:r>
    </w:p>
    <w:p w14:paraId="2715E6B7" w14:textId="77777777" w:rsidR="00E7218C" w:rsidRPr="00995DEF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i/>
          <w:szCs w:val="18"/>
        </w:rPr>
      </w:pPr>
      <w:r w:rsidRPr="00995DEF">
        <w:rPr>
          <w:rFonts w:cs="Arial"/>
          <w:i/>
          <w:szCs w:val="18"/>
        </w:rPr>
        <w:t>Wersja używana w formie papierowej:</w:t>
      </w:r>
    </w:p>
    <w:p w14:paraId="13A6E2B6" w14:textId="77777777" w:rsidR="00180D20" w:rsidRPr="005B4367" w:rsidRDefault="00180D20" w:rsidP="00180D20">
      <w:pPr>
        <w:pStyle w:val="Akapitzlist"/>
        <w:spacing w:before="120" w:after="120" w:line="240" w:lineRule="auto"/>
        <w:ind w:left="426"/>
        <w:jc w:val="both"/>
        <w:rPr>
          <w:rFonts w:cs="Arial"/>
          <w:b/>
          <w:bCs/>
          <w:szCs w:val="18"/>
        </w:rPr>
      </w:pPr>
      <w:r w:rsidRPr="005B4367">
        <w:rPr>
          <w:rFonts w:cs="Arial"/>
          <w:b/>
          <w:bCs/>
          <w:szCs w:val="18"/>
        </w:rPr>
        <w:t>Wyrażam / nie wyrażam</w:t>
      </w:r>
      <w:r w:rsidRPr="005B4367">
        <w:rPr>
          <w:rFonts w:cs="Arial"/>
          <w:b/>
          <w:bCs/>
          <w:szCs w:val="18"/>
          <w:vertAlign w:val="superscript"/>
        </w:rPr>
        <w:t>*</w:t>
      </w:r>
      <w:r w:rsidRPr="005B4367">
        <w:rPr>
          <w:rFonts w:cs="Arial"/>
          <w:b/>
          <w:bCs/>
          <w:szCs w:val="18"/>
        </w:rPr>
        <w:t xml:space="preserve"> zgody na przetwarzanie moich danych osobowych zamieszczonych </w:t>
      </w:r>
      <w:r w:rsidRPr="005B4367">
        <w:rPr>
          <w:rFonts w:cs="Arial"/>
          <w:b/>
          <w:bCs/>
          <w:i/>
          <w:szCs w:val="18"/>
        </w:rPr>
        <w:t xml:space="preserve">w </w:t>
      </w:r>
      <w:r w:rsidRPr="005B4367">
        <w:rPr>
          <w:rFonts w:cs="Arial"/>
          <w:b/>
          <w:bCs/>
          <w:szCs w:val="18"/>
        </w:rPr>
        <w:t xml:space="preserve">umowie </w:t>
      </w:r>
      <w:r>
        <w:rPr>
          <w:rFonts w:cs="Arial"/>
          <w:b/>
          <w:bCs/>
          <w:szCs w:val="18"/>
        </w:rPr>
        <w:t xml:space="preserve">głównej/podstawowej </w:t>
      </w:r>
      <w:r w:rsidRPr="005B4367">
        <w:rPr>
          <w:rFonts w:cs="Arial"/>
          <w:b/>
          <w:bCs/>
          <w:szCs w:val="18"/>
        </w:rPr>
        <w:t>i jej załącznikach</w:t>
      </w:r>
      <w:r>
        <w:rPr>
          <w:rFonts w:cs="Arial"/>
          <w:b/>
          <w:bCs/>
          <w:i/>
          <w:szCs w:val="18"/>
        </w:rPr>
        <w:t xml:space="preserve"> </w:t>
      </w:r>
      <w:r w:rsidRPr="005B4367">
        <w:rPr>
          <w:rFonts w:cs="Arial"/>
          <w:b/>
          <w:bCs/>
          <w:szCs w:val="18"/>
        </w:rPr>
        <w:t>przez Administratora w celu zawarcia i realizacji umowy.</w:t>
      </w:r>
    </w:p>
    <w:p w14:paraId="5160A73C" w14:textId="77777777" w:rsidR="00E7218C" w:rsidRPr="00995DEF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………………….</w:t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  <w:t>………………….</w:t>
      </w:r>
    </w:p>
    <w:p w14:paraId="03FC7873" w14:textId="77777777" w:rsidR="00E7218C" w:rsidRPr="00995DEF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i/>
          <w:szCs w:val="18"/>
        </w:rPr>
      </w:pPr>
      <w:r w:rsidRPr="00995DEF">
        <w:rPr>
          <w:rFonts w:cs="Arial"/>
          <w:i/>
          <w:szCs w:val="18"/>
        </w:rPr>
        <w:t>Data i miejsce</w:t>
      </w:r>
      <w:r w:rsidRPr="00995DEF">
        <w:rPr>
          <w:rFonts w:cs="Arial"/>
          <w:i/>
          <w:szCs w:val="18"/>
        </w:rPr>
        <w:tab/>
      </w:r>
      <w:r w:rsidRPr="00995DEF">
        <w:rPr>
          <w:rFonts w:cs="Arial"/>
          <w:i/>
          <w:szCs w:val="18"/>
        </w:rPr>
        <w:tab/>
      </w:r>
      <w:r w:rsidRPr="00995DEF">
        <w:rPr>
          <w:rFonts w:cs="Arial"/>
          <w:i/>
          <w:szCs w:val="18"/>
        </w:rPr>
        <w:tab/>
      </w:r>
      <w:r w:rsidRPr="00995DEF">
        <w:rPr>
          <w:rFonts w:cs="Arial"/>
          <w:i/>
          <w:szCs w:val="18"/>
        </w:rPr>
        <w:tab/>
        <w:t>Podpis</w:t>
      </w:r>
    </w:p>
    <w:p w14:paraId="3FF98535" w14:textId="77777777" w:rsidR="00E7218C" w:rsidRPr="00995DEF" w:rsidRDefault="00E7218C" w:rsidP="00995DEF">
      <w:pPr>
        <w:pStyle w:val="Akapitzlist"/>
        <w:spacing w:before="120" w:after="120" w:line="240" w:lineRule="auto"/>
        <w:ind w:left="1080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*niewłaściwe skreślić</w:t>
      </w:r>
    </w:p>
    <w:p w14:paraId="62782096" w14:textId="20EA9157" w:rsidR="00E7218C" w:rsidRPr="00995DEF" w:rsidRDefault="00E7218C" w:rsidP="00995DEF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>Zgoda na przetwarzanie szczególnych kategorii danych oraz informacja o możliwości wycofania zgody</w:t>
      </w:r>
      <w:r w:rsidR="00180D20">
        <w:rPr>
          <w:rFonts w:cs="Arial"/>
          <w:b/>
          <w:szCs w:val="18"/>
        </w:rPr>
        <w:t xml:space="preserve"> – nie </w:t>
      </w:r>
      <w:proofErr w:type="spellStart"/>
      <w:r w:rsidR="00180D20">
        <w:rPr>
          <w:rFonts w:cs="Arial"/>
          <w:b/>
          <w:szCs w:val="18"/>
        </w:rPr>
        <w:t>dotyczny</w:t>
      </w:r>
      <w:proofErr w:type="spellEnd"/>
    </w:p>
    <w:p w14:paraId="19492529" w14:textId="77777777" w:rsidR="00E7218C" w:rsidRPr="00180D20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strike/>
          <w:szCs w:val="18"/>
        </w:rPr>
      </w:pPr>
      <w:r w:rsidRPr="00180D20">
        <w:rPr>
          <w:rFonts w:cs="Arial"/>
          <w:strike/>
          <w:szCs w:val="18"/>
        </w:rPr>
        <w:t>W każdej chwili przysługuje Pani/Panu</w:t>
      </w:r>
      <w:r w:rsidRPr="00180D20">
        <w:rPr>
          <w:rFonts w:cs="Arial"/>
          <w:b/>
          <w:strike/>
          <w:szCs w:val="18"/>
        </w:rPr>
        <w:t xml:space="preserve"> prawo do wycofania zgody</w:t>
      </w:r>
      <w:r w:rsidRPr="00180D20">
        <w:rPr>
          <w:rFonts w:cs="Arial"/>
          <w:strike/>
          <w:szCs w:val="18"/>
        </w:rPr>
        <w:t xml:space="preserve"> na przetwarzanie danych osobowych należących do szczególnej kategorii, ale cofnięcie zgody nie wpływa na zgodność z prawem przetwarzania, którego dokonano na podstawie Pani/Pana zgody przed jej wycofaniem.</w:t>
      </w:r>
    </w:p>
    <w:p w14:paraId="2623543D" w14:textId="77777777" w:rsidR="00E7218C" w:rsidRPr="00180D20" w:rsidRDefault="00E7218C" w:rsidP="00995DEF">
      <w:pPr>
        <w:spacing w:before="120" w:after="120"/>
        <w:ind w:left="426"/>
        <w:rPr>
          <w:rFonts w:cs="Arial"/>
          <w:i/>
          <w:strike/>
          <w:szCs w:val="18"/>
        </w:rPr>
      </w:pPr>
      <w:r w:rsidRPr="00180D20">
        <w:rPr>
          <w:rFonts w:cs="Arial"/>
          <w:i/>
          <w:strike/>
          <w:szCs w:val="18"/>
        </w:rPr>
        <w:t>Wersja używana w formie elektronicznej:</w:t>
      </w:r>
    </w:p>
    <w:p w14:paraId="3463606F" w14:textId="3E8CE9E8" w:rsidR="00E7218C" w:rsidRPr="00180D20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strike/>
          <w:szCs w:val="18"/>
        </w:rPr>
      </w:pPr>
      <w:r w:rsidRPr="00180D20">
        <w:rPr>
          <w:rFonts w:cs="Arial"/>
          <w:b/>
          <w:strike/>
          <w:szCs w:val="18"/>
        </w:rPr>
        <w:t>Czy wyraża Pani/Pan zgodę na przetwarzanie danych osobowych należących do szczególnych kategorii danych,</w:t>
      </w:r>
      <w:r w:rsidRPr="00180D20">
        <w:rPr>
          <w:rFonts w:cs="Arial"/>
          <w:strike/>
          <w:szCs w:val="18"/>
        </w:rPr>
        <w:t xml:space="preserve"> czyli………………. </w:t>
      </w:r>
      <w:r w:rsidRPr="00180D20">
        <w:rPr>
          <w:rFonts w:cs="Arial"/>
          <w:i/>
          <w:strike/>
          <w:szCs w:val="18"/>
        </w:rPr>
        <w:t>(danych ujawniających Pani/Pana pochodzenie rasowe lub etniczne, poglądy polityczne, przekonania religijne lub światopoglądowe, przynależności do związków zawodowych, dane genetyczne, biometryczne w celu jednoznacznego zidentyfikowania Pani/Pana, dane dotyczące zdrowia, seksualności lub orientacji seksualnej – proszę wskazać właściwe</w:t>
      </w:r>
      <w:r w:rsidRPr="00180D20">
        <w:rPr>
          <w:rFonts w:cs="Arial"/>
          <w:strike/>
          <w:szCs w:val="18"/>
        </w:rPr>
        <w:t xml:space="preserve">) zamieszczonych </w:t>
      </w:r>
      <w:r w:rsidRPr="00180D20">
        <w:rPr>
          <w:rFonts w:cs="Arial"/>
          <w:i/>
          <w:strike/>
          <w:szCs w:val="18"/>
        </w:rPr>
        <w:t>w niniejszym formularzu</w:t>
      </w:r>
      <w:r w:rsidRPr="00180D20">
        <w:rPr>
          <w:rFonts w:cs="Arial"/>
          <w:strike/>
          <w:szCs w:val="18"/>
        </w:rPr>
        <w:t xml:space="preserve"> przez </w:t>
      </w:r>
      <w:r w:rsidR="005B4367" w:rsidRPr="00180D20">
        <w:rPr>
          <w:rFonts w:cs="Arial"/>
          <w:b/>
          <w:bCs/>
          <w:strike/>
          <w:szCs w:val="18"/>
        </w:rPr>
        <w:t>Administratora w celu zawarcia i realizacji umowy</w:t>
      </w:r>
    </w:p>
    <w:p w14:paraId="6377459C" w14:textId="77777777" w:rsidR="00E7218C" w:rsidRPr="00180D20" w:rsidRDefault="00E7218C" w:rsidP="00995DEF">
      <w:pPr>
        <w:spacing w:before="120" w:after="120"/>
        <w:ind w:left="1068"/>
        <w:jc w:val="both"/>
        <w:rPr>
          <w:rFonts w:cs="Arial"/>
          <w:strike/>
          <w:szCs w:val="18"/>
        </w:rPr>
      </w:pPr>
      <w:r w:rsidRPr="00180D20">
        <w:rPr>
          <w:rFonts w:cs="Arial"/>
          <w:strike/>
          <w:szCs w:val="18"/>
        </w:rPr>
        <w:sym w:font="Webdings" w:char="F063"/>
      </w:r>
      <w:r w:rsidRPr="00180D20">
        <w:rPr>
          <w:rFonts w:cs="Arial"/>
          <w:strike/>
          <w:szCs w:val="18"/>
        </w:rPr>
        <w:t xml:space="preserve"> TAK</w:t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sym w:font="Webdings" w:char="F063"/>
      </w:r>
      <w:r w:rsidRPr="00180D20">
        <w:rPr>
          <w:rFonts w:cs="Arial"/>
          <w:strike/>
          <w:szCs w:val="18"/>
        </w:rPr>
        <w:t xml:space="preserve"> NIE</w:t>
      </w:r>
    </w:p>
    <w:p w14:paraId="7A226AC2" w14:textId="77777777" w:rsidR="00E7218C" w:rsidRPr="00180D20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i/>
          <w:strike/>
          <w:szCs w:val="18"/>
        </w:rPr>
      </w:pPr>
      <w:r w:rsidRPr="00180D20">
        <w:rPr>
          <w:rFonts w:cs="Arial"/>
          <w:i/>
          <w:strike/>
          <w:szCs w:val="18"/>
        </w:rPr>
        <w:t>Wersja używana w formie papierowej:</w:t>
      </w:r>
    </w:p>
    <w:p w14:paraId="45DEB3D0" w14:textId="57E7A56C" w:rsidR="005B4367" w:rsidRPr="00180D20" w:rsidRDefault="00E7218C" w:rsidP="005B4367">
      <w:pPr>
        <w:pStyle w:val="Akapitzlist"/>
        <w:spacing w:before="120" w:after="120" w:line="240" w:lineRule="auto"/>
        <w:ind w:left="426"/>
        <w:jc w:val="both"/>
        <w:rPr>
          <w:rFonts w:cs="Arial"/>
          <w:strike/>
          <w:szCs w:val="18"/>
        </w:rPr>
      </w:pPr>
      <w:r w:rsidRPr="00180D20">
        <w:rPr>
          <w:rFonts w:cs="Arial"/>
          <w:b/>
          <w:strike/>
          <w:szCs w:val="18"/>
        </w:rPr>
        <w:t>Wyrażam / nie wyrażam</w:t>
      </w:r>
      <w:r w:rsidRPr="00180D20">
        <w:rPr>
          <w:rFonts w:cs="Arial"/>
          <w:b/>
          <w:strike/>
          <w:szCs w:val="18"/>
          <w:vertAlign w:val="superscript"/>
        </w:rPr>
        <w:t>*</w:t>
      </w:r>
      <w:r w:rsidRPr="00180D20">
        <w:rPr>
          <w:rFonts w:cs="Arial"/>
          <w:b/>
          <w:strike/>
          <w:szCs w:val="18"/>
        </w:rPr>
        <w:t xml:space="preserve"> zgody na przetwarzanie moich danych osobowych, należących do szczególnych kategorii danych</w:t>
      </w:r>
      <w:r w:rsidRPr="00180D20">
        <w:rPr>
          <w:rFonts w:cs="Arial"/>
          <w:strike/>
          <w:szCs w:val="18"/>
        </w:rPr>
        <w:t xml:space="preserve">, czyli ……………. </w:t>
      </w:r>
      <w:r w:rsidRPr="00180D20">
        <w:rPr>
          <w:rFonts w:cs="Arial"/>
          <w:i/>
          <w:strike/>
          <w:szCs w:val="18"/>
        </w:rPr>
        <w:t>(danych ujawniających pochodzenie rasowe lub etniczne, poglądy polityczne, przekonania religijne lub światopoglądowe, przynależności do związków zawodowych, dane genetyczne, biometryczne w celu jednoznacznego zidentyfikowania Pani/Pana, dane dotyczące zdrowia, seksualności lub orientacji seksualnej – proszę wskazać właściwe</w:t>
      </w:r>
      <w:r w:rsidRPr="00180D20">
        <w:rPr>
          <w:rFonts w:cs="Arial"/>
          <w:strike/>
          <w:szCs w:val="18"/>
        </w:rPr>
        <w:t xml:space="preserve">) zamieszczonych </w:t>
      </w:r>
      <w:r w:rsidR="005B4367" w:rsidRPr="00180D20">
        <w:rPr>
          <w:rFonts w:cs="Arial"/>
          <w:i/>
          <w:strike/>
          <w:szCs w:val="18"/>
        </w:rPr>
        <w:t>w niniejszym formularzu</w:t>
      </w:r>
      <w:r w:rsidR="005B4367" w:rsidRPr="00180D20">
        <w:rPr>
          <w:rFonts w:cs="Arial"/>
          <w:strike/>
          <w:szCs w:val="18"/>
        </w:rPr>
        <w:t xml:space="preserve"> przez </w:t>
      </w:r>
      <w:r w:rsidR="005B4367" w:rsidRPr="00180D20">
        <w:rPr>
          <w:rFonts w:cs="Arial"/>
          <w:b/>
          <w:bCs/>
          <w:strike/>
          <w:szCs w:val="18"/>
        </w:rPr>
        <w:t>Administratora w celu zawarcia i realizacji umowy.</w:t>
      </w:r>
    </w:p>
    <w:p w14:paraId="15668B64" w14:textId="0BA51A1E" w:rsidR="00E7218C" w:rsidRPr="00180D20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strike/>
          <w:szCs w:val="18"/>
        </w:rPr>
      </w:pPr>
    </w:p>
    <w:p w14:paraId="48DD54EB" w14:textId="77777777" w:rsidR="00E7218C" w:rsidRPr="00180D20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strike/>
          <w:szCs w:val="18"/>
        </w:rPr>
      </w:pPr>
      <w:r w:rsidRPr="00180D20">
        <w:rPr>
          <w:rFonts w:cs="Arial"/>
          <w:strike/>
          <w:szCs w:val="18"/>
        </w:rPr>
        <w:t>………………….</w:t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  <w:t>………………….</w:t>
      </w:r>
    </w:p>
    <w:p w14:paraId="6E0FA3BE" w14:textId="77777777" w:rsidR="00E7218C" w:rsidRPr="00180D20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i/>
          <w:strike/>
          <w:szCs w:val="18"/>
        </w:rPr>
      </w:pPr>
      <w:r w:rsidRPr="00180D20">
        <w:rPr>
          <w:rFonts w:cs="Arial"/>
          <w:i/>
          <w:strike/>
          <w:szCs w:val="18"/>
        </w:rPr>
        <w:t>Data i miejsce</w:t>
      </w:r>
      <w:r w:rsidRPr="00180D20">
        <w:rPr>
          <w:rFonts w:cs="Arial"/>
          <w:i/>
          <w:strike/>
          <w:szCs w:val="18"/>
        </w:rPr>
        <w:tab/>
      </w:r>
      <w:r w:rsidRPr="00180D20">
        <w:rPr>
          <w:rFonts w:cs="Arial"/>
          <w:i/>
          <w:strike/>
          <w:szCs w:val="18"/>
        </w:rPr>
        <w:tab/>
      </w:r>
      <w:r w:rsidRPr="00180D20">
        <w:rPr>
          <w:rFonts w:cs="Arial"/>
          <w:i/>
          <w:strike/>
          <w:szCs w:val="18"/>
        </w:rPr>
        <w:tab/>
      </w:r>
      <w:r w:rsidRPr="00180D20">
        <w:rPr>
          <w:rFonts w:cs="Arial"/>
          <w:i/>
          <w:strike/>
          <w:szCs w:val="18"/>
        </w:rPr>
        <w:tab/>
        <w:t>Podpis</w:t>
      </w:r>
    </w:p>
    <w:p w14:paraId="33DFD110" w14:textId="77777777" w:rsidR="00E7218C" w:rsidRPr="00995DEF" w:rsidRDefault="00E7218C" w:rsidP="00995DEF">
      <w:pPr>
        <w:pStyle w:val="Akapitzlist"/>
        <w:spacing w:before="120" w:after="120" w:line="240" w:lineRule="auto"/>
        <w:ind w:left="1080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*niewłaściwe skreślić</w:t>
      </w:r>
    </w:p>
    <w:p w14:paraId="2C641CFE" w14:textId="77777777" w:rsidR="00E7218C" w:rsidRPr="00995DEF" w:rsidRDefault="00E7218C" w:rsidP="00995DEF">
      <w:pPr>
        <w:spacing w:before="120" w:after="120"/>
        <w:rPr>
          <w:rFonts w:cs="Arial"/>
          <w:szCs w:val="18"/>
        </w:rPr>
      </w:pPr>
      <w:r w:rsidRPr="00995DEF">
        <w:rPr>
          <w:rFonts w:cs="Arial"/>
          <w:szCs w:val="18"/>
        </w:rPr>
        <w:br w:type="page"/>
      </w:r>
    </w:p>
    <w:p w14:paraId="17B90F5F" w14:textId="77777777" w:rsidR="00E7218C" w:rsidRPr="00995DEF" w:rsidRDefault="00E7218C" w:rsidP="00995DEF">
      <w:pPr>
        <w:pStyle w:val="Akapitzlist"/>
        <w:numPr>
          <w:ilvl w:val="0"/>
          <w:numId w:val="10"/>
        </w:numPr>
        <w:spacing w:before="120" w:after="120" w:line="240" w:lineRule="auto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lastRenderedPageBreak/>
        <w:t>Klauzula informacyjna - wersja, gdy dane nie są zbierane od osoby, której dane dotyczą</w:t>
      </w:r>
    </w:p>
    <w:p w14:paraId="318F73D9" w14:textId="77777777" w:rsidR="00E7218C" w:rsidRPr="00995DEF" w:rsidRDefault="00E7218C" w:rsidP="00995DEF">
      <w:pPr>
        <w:spacing w:before="120" w:after="120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 xml:space="preserve">Zgodnie z art. 14 ust. 1-2 Rozporządzenia Parlamentu Europejskiego i Rady (UE) 2016/679 z dnia 27 kwietnia 2016 r. </w:t>
      </w:r>
      <w:r w:rsidRPr="00995DEF">
        <w:rPr>
          <w:rFonts w:cs="Arial"/>
          <w:szCs w:val="18"/>
        </w:rPr>
        <w:br/>
        <w:t>w sprawie ochrony osób fizycznych w związku z przetwarzaniem danych osobowych i w sprawie swobodnego przepływu takich danych oraz uchylenia dyrektywy 95/46/WE (ogólne rozporządzenie o ochronie danych) (dalej „</w:t>
      </w:r>
      <w:r w:rsidRPr="00995DEF">
        <w:rPr>
          <w:rFonts w:cs="Arial"/>
          <w:b/>
          <w:szCs w:val="18"/>
        </w:rPr>
        <w:t>RODO</w:t>
      </w:r>
      <w:r w:rsidRPr="00995DEF">
        <w:rPr>
          <w:rFonts w:cs="Arial"/>
          <w:szCs w:val="18"/>
        </w:rPr>
        <w:t xml:space="preserve">”) informujemy, że: </w:t>
      </w:r>
    </w:p>
    <w:p w14:paraId="2AFB1E1A" w14:textId="77777777" w:rsidR="00964445" w:rsidRPr="00995DEF" w:rsidRDefault="00964445" w:rsidP="00995DEF">
      <w:pPr>
        <w:pStyle w:val="Akapitzlist"/>
        <w:numPr>
          <w:ilvl w:val="0"/>
          <w:numId w:val="14"/>
        </w:numPr>
        <w:spacing w:before="120" w:after="120" w:line="240" w:lineRule="auto"/>
        <w:rPr>
          <w:rFonts w:cs="Arial"/>
          <w:szCs w:val="18"/>
        </w:rPr>
      </w:pPr>
      <w:r w:rsidRPr="00995DEF">
        <w:rPr>
          <w:rFonts w:cs="Arial"/>
          <w:b/>
          <w:szCs w:val="18"/>
        </w:rPr>
        <w:t xml:space="preserve">Administratorem Pani/Pana danych osobowych </w:t>
      </w:r>
      <w:r w:rsidRPr="00995DEF">
        <w:rPr>
          <w:rFonts w:cs="Arial"/>
          <w:szCs w:val="18"/>
        </w:rPr>
        <w:t>jest</w:t>
      </w:r>
      <w:r w:rsidRPr="00995DEF">
        <w:rPr>
          <w:rFonts w:cs="Arial"/>
          <w:b/>
          <w:szCs w:val="18"/>
        </w:rPr>
        <w:t xml:space="preserve"> </w:t>
      </w:r>
      <w:r w:rsidRPr="00995DEF">
        <w:rPr>
          <w:rFonts w:cs="Arial"/>
          <w:szCs w:val="18"/>
        </w:rPr>
        <w:t>PGE Dystrybucja S.A z siedzibą w Lublinie reprezentowana przez PGE Dystrybucja S.A. Oddział Skarżysko-Kamienna z siedzibą: 26-110 Skarżysko-Kamienna, Al. Marsz. J. Piłsudskiego 51.</w:t>
      </w:r>
    </w:p>
    <w:p w14:paraId="30B53446" w14:textId="70B9102B" w:rsidR="00E7218C" w:rsidRPr="00995DEF" w:rsidRDefault="00E7218C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 xml:space="preserve">W sprawie ochrony danych osobowych może Pani/Pan skontaktować się z </w:t>
      </w:r>
      <w:r w:rsidRPr="00995DEF">
        <w:rPr>
          <w:rFonts w:cs="Arial"/>
          <w:b/>
          <w:szCs w:val="18"/>
        </w:rPr>
        <w:t>Inspektorem Ochrony Danych</w:t>
      </w:r>
      <w:r w:rsidRPr="00995DEF">
        <w:rPr>
          <w:rFonts w:cs="Arial"/>
          <w:szCs w:val="18"/>
        </w:rPr>
        <w:t xml:space="preserve"> pod emailem: </w:t>
      </w:r>
      <w:hyperlink r:id="rId13" w:history="1">
        <w:r w:rsidRPr="00995DEF">
          <w:rPr>
            <w:rStyle w:val="Hipercze"/>
            <w:rFonts w:cs="Arial"/>
            <w:color w:val="auto"/>
            <w:sz w:val="18"/>
            <w:szCs w:val="18"/>
          </w:rPr>
          <w:t>dane.osobowe@pgedystrybucja.pl</w:t>
        </w:r>
      </w:hyperlink>
      <w:r w:rsidRPr="00995DEF">
        <w:rPr>
          <w:rFonts w:cs="Arial"/>
          <w:szCs w:val="18"/>
        </w:rPr>
        <w:t xml:space="preserve"> lub pisemnie na adres naszej siedziby wskazany w punkcie I powyżej. </w:t>
      </w:r>
    </w:p>
    <w:p w14:paraId="32A3332D" w14:textId="77777777" w:rsidR="00E7218C" w:rsidRPr="00995DEF" w:rsidRDefault="00E7218C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Cel i podstawy przetwarzania. Będziemy przetwarzać Pani/Pana dane:</w:t>
      </w:r>
    </w:p>
    <w:p w14:paraId="015CDCBD" w14:textId="77777777" w:rsidR="00E900A2" w:rsidRPr="00995DEF" w:rsidRDefault="00E900A2" w:rsidP="00995DEF">
      <w:pPr>
        <w:pStyle w:val="Akapitzlist"/>
        <w:numPr>
          <w:ilvl w:val="0"/>
          <w:numId w:val="9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celu podjęcia działań przed zawarciem umowy, działań zmierzających do zawarcia umowy, a także realizacji umowy (podstawa z art. 6 ust 1 lit. a i b RODO)</w:t>
      </w:r>
    </w:p>
    <w:p w14:paraId="628CF2F5" w14:textId="77777777" w:rsidR="00E900A2" w:rsidRPr="00995DEF" w:rsidRDefault="00E900A2" w:rsidP="00995DEF">
      <w:pPr>
        <w:pStyle w:val="Akapitzlist"/>
        <w:numPr>
          <w:ilvl w:val="0"/>
          <w:numId w:val="9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celu wykonania i na podstawie umowy sprzedaży energii elektrycznej, gdy ją zawarliśmy (podstawa z art. 6 ust 1 lit. b RODO)</w:t>
      </w:r>
    </w:p>
    <w:p w14:paraId="545198F7" w14:textId="77777777" w:rsidR="00E900A2" w:rsidRPr="00995DEF" w:rsidRDefault="00E900A2" w:rsidP="00995DEF">
      <w:pPr>
        <w:pStyle w:val="Akapitzlist"/>
        <w:numPr>
          <w:ilvl w:val="0"/>
          <w:numId w:val="9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 xml:space="preserve">w celach archiwalnych (dowodowych) będących realizacją naszego prawnie uzasadnionego interesu zabezpieczenia informacji na wypadek prawnej potrzeby wykazania faktów (podstawa z art. 6 ust. 1 lit. f RODO) </w:t>
      </w:r>
    </w:p>
    <w:p w14:paraId="5966199D" w14:textId="77777777" w:rsidR="00E900A2" w:rsidRPr="00995DEF" w:rsidRDefault="00E900A2" w:rsidP="00995DEF">
      <w:pPr>
        <w:pStyle w:val="Akapitzlist"/>
        <w:numPr>
          <w:ilvl w:val="0"/>
          <w:numId w:val="9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celu ewentualnego ustalenia, dochodzenia lub obrony przed roszczeniami będącego realizacją naszego prawnie uzasadnionego w tym interesu (podstawa z art. 6 ust. 1 lit. f RODO)</w:t>
      </w:r>
    </w:p>
    <w:p w14:paraId="3CF18CBA" w14:textId="77777777" w:rsidR="00E900A2" w:rsidRPr="00995DEF" w:rsidRDefault="00E900A2" w:rsidP="00995DEF">
      <w:pPr>
        <w:pStyle w:val="Akapitzlist"/>
        <w:numPr>
          <w:ilvl w:val="0"/>
          <w:numId w:val="9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celach analitycznych (lepszego doboru usług do potrzeb naszych Klientów, ogólnej optymalizacji naszych produktów, optymalizacji procesów obsługi, budowania wiedzy o naszych Klientach, analizy finansowej naszej spółki itp.) będącego realizacją naszego prawnie uzasadnionego w tym interesu (podstawa z art. 6 ust. 1 lit. f RODO)</w:t>
      </w:r>
    </w:p>
    <w:p w14:paraId="19B09C9B" w14:textId="77777777" w:rsidR="00E900A2" w:rsidRPr="00995DEF" w:rsidRDefault="00E900A2" w:rsidP="00995DEF">
      <w:pPr>
        <w:pStyle w:val="Akapitzlist"/>
        <w:numPr>
          <w:ilvl w:val="0"/>
          <w:numId w:val="9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celu badania satysfakcji klientów będącego realizacją naszego prawnie uzasadnionego interesu określania jakości naszej obsługi oraz poziomu zadowolenia naszych Klientów z produktów i usług (podstawa z art. 6 ust. 1 lit. f RODO)</w:t>
      </w:r>
    </w:p>
    <w:p w14:paraId="572BCB55" w14:textId="77777777" w:rsidR="00E900A2" w:rsidRPr="00995DEF" w:rsidRDefault="00E900A2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995DEF">
        <w:rPr>
          <w:rFonts w:cs="Arial"/>
          <w:b/>
          <w:bCs/>
          <w:szCs w:val="18"/>
        </w:rPr>
        <w:t>Będziemy przechowywać Pani/Pana dane przez czas niezbędny do realizacji celów określonych w pkt III, tj.:</w:t>
      </w:r>
    </w:p>
    <w:p w14:paraId="4624568B" w14:textId="77777777" w:rsidR="00E900A2" w:rsidRPr="00995DEF" w:rsidRDefault="00E900A2" w:rsidP="00995DEF">
      <w:pPr>
        <w:pStyle w:val="Akapitzlist"/>
        <w:numPr>
          <w:ilvl w:val="0"/>
          <w:numId w:val="17"/>
        </w:numPr>
        <w:spacing w:before="120" w:after="120" w:line="240" w:lineRule="auto"/>
        <w:ind w:left="851" w:hanging="425"/>
        <w:jc w:val="both"/>
        <w:rPr>
          <w:rFonts w:cs="Arial"/>
          <w:bCs/>
          <w:szCs w:val="18"/>
        </w:rPr>
      </w:pPr>
      <w:r w:rsidRPr="00995DEF">
        <w:rPr>
          <w:rFonts w:cs="Arial"/>
          <w:bCs/>
          <w:szCs w:val="18"/>
        </w:rPr>
        <w:t>w zakresie podjęcia działań przed zawarciem umowy, zawarcia i wykonania umowy - przez okres: konieczny do podjęcia działań zmierzających do zawarcia umowy oraz przez okres obowiązywania umowy do czasu zakończenia jej realizacji i rozliczenia oraz przez czas, w którym przepisy nakazują nam przechowywać dane, a także przez okres konieczny do zabezpieczenia ewentualnych roszczeń – zgodnie z okresem przedawnienia roszczeń wynikającym z przepisów prawa,</w:t>
      </w:r>
    </w:p>
    <w:p w14:paraId="7B18E417" w14:textId="77777777" w:rsidR="00E900A2" w:rsidRPr="00995DEF" w:rsidRDefault="00E900A2" w:rsidP="00995DEF">
      <w:pPr>
        <w:pStyle w:val="Akapitzlist"/>
        <w:numPr>
          <w:ilvl w:val="0"/>
          <w:numId w:val="17"/>
        </w:numPr>
        <w:spacing w:before="120" w:after="120" w:line="240" w:lineRule="auto"/>
        <w:ind w:left="851" w:hanging="425"/>
        <w:jc w:val="both"/>
        <w:rPr>
          <w:rFonts w:cs="Arial"/>
          <w:bCs/>
          <w:szCs w:val="18"/>
        </w:rPr>
      </w:pPr>
      <w:r w:rsidRPr="00995DEF">
        <w:rPr>
          <w:rFonts w:cs="Arial"/>
          <w:bCs/>
          <w:szCs w:val="18"/>
        </w:rPr>
        <w:t>w zakresie ustalenia, obrony i dochodzenia roszczeń - przez okres przedawnienia roszczeń wynikających z przepisów prawa, a także przez czas, w którym przepisy nakazują nam przechowywać dane,</w:t>
      </w:r>
    </w:p>
    <w:p w14:paraId="04F33F25" w14:textId="77777777" w:rsidR="00E900A2" w:rsidRPr="00995DEF" w:rsidRDefault="00E900A2" w:rsidP="00995DEF">
      <w:pPr>
        <w:pStyle w:val="Akapitzlist"/>
        <w:numPr>
          <w:ilvl w:val="0"/>
          <w:numId w:val="17"/>
        </w:numPr>
        <w:spacing w:before="120" w:after="120" w:line="240" w:lineRule="auto"/>
        <w:ind w:left="851" w:hanging="425"/>
        <w:jc w:val="both"/>
        <w:rPr>
          <w:rFonts w:cs="Arial"/>
          <w:bCs/>
          <w:szCs w:val="18"/>
        </w:rPr>
      </w:pPr>
      <w:r w:rsidRPr="00995DEF">
        <w:rPr>
          <w:rFonts w:cs="Arial"/>
          <w:bCs/>
          <w:szCs w:val="18"/>
        </w:rPr>
        <w:t>w zakresie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- do czasu istnienia prawnie uzasadnionych interesów Spółki stanowiących podstawę tego przetwarzania, a także przez czas, w którym przepisy nakazują nam przechowywać dane.</w:t>
      </w:r>
    </w:p>
    <w:p w14:paraId="22917DF0" w14:textId="77777777" w:rsidR="00E7218C" w:rsidRPr="00995DEF" w:rsidRDefault="00E7218C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W każdej chwili przysługuje Pani/Panu:</w:t>
      </w:r>
    </w:p>
    <w:p w14:paraId="4299336F" w14:textId="5FE41ADE" w:rsidR="00E7218C" w:rsidRPr="00995DEF" w:rsidRDefault="00E7218C" w:rsidP="00995DEF">
      <w:pPr>
        <w:pStyle w:val="Akapitzlist"/>
        <w:numPr>
          <w:ilvl w:val="0"/>
          <w:numId w:val="16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b/>
          <w:szCs w:val="18"/>
        </w:rPr>
        <w:t>prawo do wniesienia sprzeciwu</w:t>
      </w:r>
      <w:r w:rsidRPr="00995DEF">
        <w:rPr>
          <w:rFonts w:cs="Arial"/>
          <w:szCs w:val="18"/>
        </w:rPr>
        <w:t xml:space="preserve"> wobec przetwarzania danych przetwarzanych w celu i na podstawie wskazanych powyżej. Przestaniemy przetwarzać Pani/Pana dane w tych celach, chyba że będziemy w stanie wykazać, że w stosunku do Pani/Pana danych istnieją dla nas ważne prawnie uzasadnione podstawy, które są nadrzędne wobec Pani/Pana interesów, praw i wolności lub Pani/Pana dane będą nam niezbędne</w:t>
      </w:r>
      <w:r w:rsidR="00995DEF">
        <w:rPr>
          <w:rFonts w:cs="Arial"/>
          <w:szCs w:val="18"/>
        </w:rPr>
        <w:t xml:space="preserve"> </w:t>
      </w:r>
      <w:r w:rsidRPr="00995DEF">
        <w:rPr>
          <w:rFonts w:cs="Arial"/>
          <w:szCs w:val="18"/>
        </w:rPr>
        <w:t>do ewentualnego ustalenia, dochodzenia lub obrony roszczeń.</w:t>
      </w:r>
    </w:p>
    <w:p w14:paraId="0A56FB99" w14:textId="77777777" w:rsidR="00E7218C" w:rsidRPr="00995DEF" w:rsidRDefault="00E7218C" w:rsidP="00995DEF">
      <w:pPr>
        <w:pStyle w:val="Akapitzlist"/>
        <w:numPr>
          <w:ilvl w:val="0"/>
          <w:numId w:val="16"/>
        </w:numPr>
        <w:spacing w:before="120" w:after="120" w:line="240" w:lineRule="auto"/>
        <w:ind w:left="851" w:hanging="425"/>
        <w:jc w:val="both"/>
        <w:rPr>
          <w:rFonts w:cs="Arial"/>
          <w:szCs w:val="18"/>
        </w:rPr>
      </w:pPr>
      <w:r w:rsidRPr="00995DEF">
        <w:rPr>
          <w:rFonts w:cs="Arial"/>
          <w:b/>
          <w:bCs/>
          <w:color w:val="000000"/>
          <w:szCs w:val="18"/>
        </w:rPr>
        <w:t>prawo żądania dostępu do swoich danych osobowych</w:t>
      </w:r>
      <w:r w:rsidRPr="00995DEF">
        <w:rPr>
          <w:rFonts w:cs="Arial"/>
          <w:color w:val="000000"/>
          <w:szCs w:val="18"/>
        </w:rPr>
        <w:t xml:space="preserve"> oraz otrzymania ich kopii, prawo żądania </w:t>
      </w:r>
      <w:r w:rsidRPr="00995DEF">
        <w:rPr>
          <w:rFonts w:cs="Arial"/>
          <w:color w:val="000000"/>
          <w:szCs w:val="18"/>
        </w:rPr>
        <w:br/>
        <w:t xml:space="preserve">ich </w:t>
      </w:r>
      <w:r w:rsidRPr="00995DEF">
        <w:rPr>
          <w:rFonts w:cs="Arial"/>
          <w:b/>
          <w:bCs/>
          <w:color w:val="000000"/>
          <w:szCs w:val="18"/>
        </w:rPr>
        <w:t>sprostowania</w:t>
      </w:r>
      <w:r w:rsidRPr="00995DEF">
        <w:rPr>
          <w:rFonts w:cs="Arial"/>
          <w:color w:val="000000"/>
          <w:szCs w:val="18"/>
        </w:rPr>
        <w:t xml:space="preserve"> (poprawiania), </w:t>
      </w:r>
      <w:r w:rsidRPr="00995DEF">
        <w:rPr>
          <w:rFonts w:cs="Arial"/>
          <w:b/>
          <w:bCs/>
          <w:color w:val="000000"/>
          <w:szCs w:val="18"/>
        </w:rPr>
        <w:t>usunięcia lub ograniczenia przetwarzania</w:t>
      </w:r>
      <w:r w:rsidRPr="00995DEF">
        <w:rPr>
          <w:rFonts w:cs="Arial"/>
          <w:color w:val="000000"/>
          <w:szCs w:val="18"/>
        </w:rPr>
        <w:t xml:space="preserve"> swoich danych osobowych, </w:t>
      </w:r>
      <w:r w:rsidRPr="00995DEF">
        <w:rPr>
          <w:rFonts w:cs="Arial"/>
          <w:color w:val="000000"/>
          <w:szCs w:val="18"/>
        </w:rPr>
        <w:br/>
        <w:t xml:space="preserve">a także prawo do </w:t>
      </w:r>
      <w:r w:rsidRPr="00995DEF">
        <w:rPr>
          <w:rFonts w:cs="Arial"/>
          <w:b/>
          <w:bCs/>
          <w:color w:val="000000"/>
          <w:szCs w:val="18"/>
        </w:rPr>
        <w:t xml:space="preserve">przenoszenia </w:t>
      </w:r>
      <w:r w:rsidRPr="00995DEF">
        <w:rPr>
          <w:rFonts w:cs="Arial"/>
          <w:color w:val="000000"/>
          <w:szCs w:val="18"/>
        </w:rPr>
        <w:t>swoich danych osobowych.</w:t>
      </w:r>
    </w:p>
    <w:p w14:paraId="45FEE0FE" w14:textId="4CE79CB3" w:rsidR="00E7218C" w:rsidRPr="00995DEF" w:rsidRDefault="00E7218C" w:rsidP="00995DEF">
      <w:pPr>
        <w:spacing w:before="120" w:after="120"/>
        <w:ind w:left="426"/>
        <w:jc w:val="both"/>
        <w:rPr>
          <w:rFonts w:cs="Arial"/>
          <w:color w:val="000000"/>
          <w:szCs w:val="18"/>
        </w:rPr>
      </w:pPr>
      <w:r w:rsidRPr="00995DEF">
        <w:rPr>
          <w:rFonts w:cs="Arial"/>
          <w:color w:val="000000"/>
          <w:szCs w:val="18"/>
        </w:rPr>
        <w:t>Wnioski w w/w zakresie można przesłać na adresy wskazane w pkt II powyżej. Aby mieć pewność że jest Pani/Pan uprawniony do złożenia wniosku w w/w sprawach, możemy prosić o podanie dodatkowych informacji pozwalających na uwierzytelnienie Pani/Pana tożsamości. Zakres każdego z tych praw oraz sytuacje, w których można z nich skorzystać, wynikają z przepisów prawa – RODO.</w:t>
      </w:r>
    </w:p>
    <w:p w14:paraId="5E0A43E4" w14:textId="77777777" w:rsidR="00E7218C" w:rsidRPr="00995DEF" w:rsidRDefault="00E7218C" w:rsidP="00995DEF">
      <w:pPr>
        <w:pStyle w:val="Akapitzlist"/>
        <w:numPr>
          <w:ilvl w:val="0"/>
          <w:numId w:val="16"/>
        </w:numPr>
        <w:spacing w:before="120" w:after="120" w:line="240" w:lineRule="auto"/>
        <w:ind w:left="851" w:hanging="425"/>
        <w:jc w:val="both"/>
        <w:rPr>
          <w:rFonts w:cs="Arial"/>
          <w:color w:val="000000"/>
          <w:szCs w:val="18"/>
        </w:rPr>
      </w:pPr>
      <w:r w:rsidRPr="00995DEF">
        <w:rPr>
          <w:rFonts w:cs="Arial"/>
          <w:color w:val="000000"/>
          <w:szCs w:val="18"/>
        </w:rPr>
        <w:t xml:space="preserve">prawo do </w:t>
      </w:r>
      <w:r w:rsidRPr="00995DEF">
        <w:rPr>
          <w:rFonts w:cs="Arial"/>
          <w:b/>
          <w:bCs/>
          <w:color w:val="000000"/>
          <w:szCs w:val="18"/>
        </w:rPr>
        <w:t>wniesienia skargi</w:t>
      </w:r>
      <w:r w:rsidRPr="00995DEF">
        <w:rPr>
          <w:rFonts w:cs="Arial"/>
          <w:color w:val="000000"/>
          <w:szCs w:val="18"/>
        </w:rPr>
        <w:t xml:space="preserve"> do organu nadzorczego, tj. Prezesa Urzędu Ochrony Danych Osobowych.</w:t>
      </w:r>
    </w:p>
    <w:p w14:paraId="606ED1B7" w14:textId="77777777" w:rsidR="00E7218C" w:rsidRPr="00995DEF" w:rsidRDefault="00E7218C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>Odbiorcy danych</w:t>
      </w:r>
    </w:p>
    <w:p w14:paraId="6E86A7BF" w14:textId="4AC52A29" w:rsidR="00E7218C" w:rsidRPr="00995DEF" w:rsidRDefault="00E7218C" w:rsidP="00995DEF">
      <w:pPr>
        <w:spacing w:before="120" w:after="120"/>
        <w:ind w:left="426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 xml:space="preserve">Pani/Pana dane osobowe mogą zostać przekazywane następującym </w:t>
      </w:r>
      <w:r w:rsidRPr="00995DEF">
        <w:rPr>
          <w:rFonts w:cs="Arial"/>
          <w:b/>
          <w:szCs w:val="18"/>
        </w:rPr>
        <w:t xml:space="preserve">odbiorcom tj. </w:t>
      </w:r>
      <w:r w:rsidRPr="00995DEF">
        <w:rPr>
          <w:rFonts w:cs="Arial"/>
          <w:szCs w:val="18"/>
        </w:rPr>
        <w:t xml:space="preserve">podmiotowi sprawującemu uprawnienia właścicielskie wobec Spółki, naszym partnerom, czyli firmom, z którymi współpracujemy w zakresie realizowanych usług, realizacji obowiązków wynikających z przepisów prawa,  instytucjom określonym przez przepisy prawa np. Urząd Skarbowy, ZUS, organom lub podmiotom uprawnionym przez przepisy prawa np. policja, organy skarbowe, sąd, prokuratura, organy celne lub innym oraz </w:t>
      </w:r>
      <w:r w:rsidRPr="00995DEF">
        <w:rPr>
          <w:rFonts w:cs="Arial"/>
          <w:b/>
          <w:szCs w:val="18"/>
        </w:rPr>
        <w:t>naszym podwykonawcom</w:t>
      </w:r>
      <w:r w:rsidRPr="00995DEF">
        <w:rPr>
          <w:rFonts w:cs="Arial"/>
          <w:szCs w:val="18"/>
        </w:rPr>
        <w:t xml:space="preserve"> (podmiotom przetwarzającym) np. firmom księgowym, prawniczym, informatycznym</w:t>
      </w:r>
      <w:r w:rsidR="00E900A2" w:rsidRPr="00995DEF">
        <w:rPr>
          <w:rFonts w:cs="Arial"/>
          <w:szCs w:val="18"/>
        </w:rPr>
        <w:t>.</w:t>
      </w:r>
    </w:p>
    <w:p w14:paraId="3EDE2C9E" w14:textId="77777777" w:rsidR="00E7218C" w:rsidRPr="00995DEF" w:rsidRDefault="00E7218C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lastRenderedPageBreak/>
        <w:t xml:space="preserve">Informacja w zakresie przekazywania danych do państw trzecich </w:t>
      </w:r>
    </w:p>
    <w:p w14:paraId="6C628855" w14:textId="77777777" w:rsidR="00E7218C" w:rsidRPr="00995DEF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color w:val="000000"/>
          <w:szCs w:val="18"/>
        </w:rPr>
      </w:pPr>
      <w:r w:rsidRPr="00995DEF">
        <w:rPr>
          <w:rFonts w:cs="Arial"/>
          <w:color w:val="000000"/>
          <w:szCs w:val="18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</w:t>
      </w:r>
    </w:p>
    <w:p w14:paraId="1813EE51" w14:textId="1C219FE4" w:rsidR="00E900A2" w:rsidRPr="00995DEF" w:rsidRDefault="00E900A2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>Otrzymaliśmy Pani/Pana dane osobowe od podmiotu, który jest Pani/Pana reprezentantem lub który wskazał Panią/Pana jako osobę do współpracy w związku z zawarciem/wykonywaniem umowy/porozumienia. W przypadku, gdy jest Pani/Pan:</w:t>
      </w:r>
    </w:p>
    <w:p w14:paraId="27AD3361" w14:textId="62DD2BA6" w:rsidR="00E900A2" w:rsidRPr="00995DEF" w:rsidRDefault="00E900A2" w:rsidP="00995DEF">
      <w:pPr>
        <w:pStyle w:val="Akapitzlist"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- reprezentantem (w tym pełnomocnikiem) w/w podmiotu - są to dane osobowe wskazane w dokumentach przekazywanych przez ten podmiot, w tym w umowie/porozumieniu (w szczególności imię i nazwisko, PESEL, nr telefonu, adres e-mail, stanowisko służbowe).</w:t>
      </w:r>
    </w:p>
    <w:p w14:paraId="1048C17D" w14:textId="3222A8FD" w:rsidR="00E7218C" w:rsidRPr="00995DEF" w:rsidRDefault="00995DEF" w:rsidP="00995DEF">
      <w:pPr>
        <w:pStyle w:val="Akapitzlist"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Style w:val="Pogrubienie"/>
          <w:rFonts w:cs="Arial"/>
          <w:bCs w:val="0"/>
          <w:szCs w:val="18"/>
        </w:rPr>
      </w:pPr>
      <w:r w:rsidRPr="00995DEF">
        <w:rPr>
          <w:rFonts w:cs="Arial"/>
          <w:szCs w:val="18"/>
        </w:rPr>
        <w:t xml:space="preserve">- </w:t>
      </w:r>
      <w:r w:rsidR="00E900A2" w:rsidRPr="00995DEF">
        <w:rPr>
          <w:rFonts w:cs="Arial"/>
          <w:szCs w:val="18"/>
        </w:rPr>
        <w:t>osobą wskazaną do współpracy w związku z zawarciem/wykonywaniem umowy/porozumienia – są to dane osobowe wskazane w dokumentach przekazanych przez w/w podmiot, w tym w umowie/porozumieniu wskazanej/wskazanym w pkt III.1 (w szczególności imię i nazwisko, nr telefonu, adres e-mail, stanowisko służbowe).</w:t>
      </w:r>
    </w:p>
    <w:p w14:paraId="243D89CC" w14:textId="77777777" w:rsidR="00995DEF" w:rsidRPr="00995DEF" w:rsidRDefault="00E7218C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szCs w:val="18"/>
        </w:rPr>
        <w:t xml:space="preserve">Podanie danych jest niezbędne do zawarcia umowy </w:t>
      </w:r>
      <w:r w:rsidR="00995DEF" w:rsidRPr="00995DEF">
        <w:rPr>
          <w:rFonts w:cs="Arial"/>
          <w:szCs w:val="18"/>
        </w:rPr>
        <w:t>i wykonania umowy.</w:t>
      </w:r>
    </w:p>
    <w:p w14:paraId="1CF50760" w14:textId="64A332A3" w:rsidR="00E7218C" w:rsidRPr="00995DEF" w:rsidRDefault="00E7218C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b/>
          <w:i/>
          <w:szCs w:val="18"/>
        </w:rPr>
      </w:pPr>
      <w:r w:rsidRPr="00995DEF">
        <w:rPr>
          <w:rFonts w:cs="Arial"/>
          <w:szCs w:val="18"/>
        </w:rPr>
        <w:t xml:space="preserve">Informujemy, że </w:t>
      </w:r>
      <w:r w:rsidRPr="00995DEF">
        <w:rPr>
          <w:rFonts w:cs="Arial"/>
          <w:b/>
          <w:szCs w:val="18"/>
        </w:rPr>
        <w:t>nie podejmujemy decyzji w sposób zautomatyzowany i Pani/Pana dane nie są profilowane.</w:t>
      </w:r>
    </w:p>
    <w:p w14:paraId="55892271" w14:textId="77777777" w:rsidR="00E7218C" w:rsidRPr="00995DEF" w:rsidRDefault="00E7218C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>Zgoda oraz informacja o możliwości wycofania zgody</w:t>
      </w:r>
    </w:p>
    <w:p w14:paraId="08FB3912" w14:textId="77777777" w:rsidR="00E7218C" w:rsidRPr="00995DEF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 xml:space="preserve">W każdej chwili przysługuje Pani/Panu </w:t>
      </w:r>
      <w:r w:rsidRPr="00995DEF">
        <w:rPr>
          <w:rFonts w:cs="Arial"/>
          <w:b/>
          <w:szCs w:val="18"/>
        </w:rPr>
        <w:t>prawo do wycofania zgody</w:t>
      </w:r>
      <w:r w:rsidRPr="00995DEF">
        <w:rPr>
          <w:rFonts w:cs="Arial"/>
          <w:szCs w:val="18"/>
        </w:rPr>
        <w:t xml:space="preserve"> na przetwarzanie danych osobowych, </w:t>
      </w:r>
      <w:r w:rsidRPr="00995DEF">
        <w:rPr>
          <w:rFonts w:cs="Arial"/>
          <w:szCs w:val="18"/>
        </w:rPr>
        <w:br/>
        <w:t>ale cofnięcie zgody nie wpływa na zgodność z prawem przetwarzania, którego dokonano na podstawie Pani/Pana zgody przed jej wycofaniem.</w:t>
      </w:r>
    </w:p>
    <w:p w14:paraId="494BB587" w14:textId="77777777" w:rsidR="00E7218C" w:rsidRPr="00995DEF" w:rsidRDefault="00E7218C" w:rsidP="00995DEF">
      <w:pPr>
        <w:spacing w:before="120"/>
        <w:ind w:left="425"/>
        <w:rPr>
          <w:rFonts w:cs="Arial"/>
          <w:i/>
          <w:szCs w:val="18"/>
        </w:rPr>
      </w:pPr>
      <w:r w:rsidRPr="00995DEF">
        <w:rPr>
          <w:rFonts w:cs="Arial"/>
          <w:i/>
          <w:szCs w:val="18"/>
        </w:rPr>
        <w:t>Wersja używana w formie elektronicznej:</w:t>
      </w:r>
    </w:p>
    <w:p w14:paraId="5E88911D" w14:textId="77777777" w:rsidR="00180D20" w:rsidRPr="005B4367" w:rsidRDefault="00180D20" w:rsidP="00180D20">
      <w:pPr>
        <w:pStyle w:val="Akapitzlist"/>
        <w:spacing w:before="120" w:after="120" w:line="240" w:lineRule="auto"/>
        <w:ind w:left="426"/>
        <w:jc w:val="both"/>
        <w:rPr>
          <w:rFonts w:cs="Arial"/>
          <w:b/>
          <w:bCs/>
          <w:szCs w:val="18"/>
        </w:rPr>
      </w:pPr>
      <w:r w:rsidRPr="005B4367">
        <w:rPr>
          <w:rFonts w:cs="Arial"/>
          <w:b/>
          <w:bCs/>
          <w:szCs w:val="18"/>
        </w:rPr>
        <w:t xml:space="preserve">Czy wyraża Pani/Pan zgodę na przetwarzanie danych osobowych zamieszczonych w umowie </w:t>
      </w:r>
      <w:r>
        <w:rPr>
          <w:rFonts w:cs="Arial"/>
          <w:b/>
          <w:bCs/>
          <w:szCs w:val="18"/>
        </w:rPr>
        <w:t xml:space="preserve">głównej/podstawowej </w:t>
      </w:r>
      <w:r w:rsidRPr="005B4367">
        <w:rPr>
          <w:rFonts w:cs="Arial"/>
          <w:b/>
          <w:bCs/>
          <w:szCs w:val="18"/>
        </w:rPr>
        <w:t>i jej załącznikach przez Administratora w celu zawarcia i realizacji umowy?</w:t>
      </w:r>
    </w:p>
    <w:p w14:paraId="6CB00E76" w14:textId="77777777" w:rsidR="00E7218C" w:rsidRPr="00995DEF" w:rsidRDefault="00E7218C" w:rsidP="00995DEF">
      <w:pPr>
        <w:pStyle w:val="Akapitzlist"/>
        <w:spacing w:before="120" w:after="120" w:line="240" w:lineRule="auto"/>
        <w:ind w:left="1416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sym w:font="Webdings" w:char="F063"/>
      </w:r>
      <w:r w:rsidRPr="00995DEF">
        <w:rPr>
          <w:rFonts w:cs="Arial"/>
          <w:szCs w:val="18"/>
        </w:rPr>
        <w:t xml:space="preserve"> TAK</w:t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sym w:font="Webdings" w:char="F063"/>
      </w:r>
      <w:r w:rsidRPr="00995DEF">
        <w:rPr>
          <w:rFonts w:cs="Arial"/>
          <w:szCs w:val="18"/>
        </w:rPr>
        <w:t xml:space="preserve"> NIE</w:t>
      </w:r>
    </w:p>
    <w:p w14:paraId="3927BE1A" w14:textId="77777777" w:rsidR="00E7218C" w:rsidRPr="00995DEF" w:rsidRDefault="00E7218C" w:rsidP="00995DEF">
      <w:pPr>
        <w:pStyle w:val="Akapitzlist"/>
        <w:spacing w:before="120" w:line="240" w:lineRule="auto"/>
        <w:ind w:left="425"/>
        <w:jc w:val="both"/>
        <w:rPr>
          <w:rFonts w:cs="Arial"/>
          <w:i/>
          <w:szCs w:val="18"/>
        </w:rPr>
      </w:pPr>
      <w:r w:rsidRPr="00995DEF">
        <w:rPr>
          <w:rFonts w:cs="Arial"/>
          <w:i/>
          <w:szCs w:val="18"/>
        </w:rPr>
        <w:t>Wersja używana w formie papierowej:</w:t>
      </w:r>
    </w:p>
    <w:p w14:paraId="1460F6FB" w14:textId="0B5192A5" w:rsidR="005B4367" w:rsidRPr="005B4367" w:rsidRDefault="005B4367" w:rsidP="005B4367">
      <w:pPr>
        <w:pStyle w:val="Akapitzlist"/>
        <w:spacing w:before="120" w:after="120" w:line="240" w:lineRule="auto"/>
        <w:ind w:left="426"/>
        <w:jc w:val="both"/>
        <w:rPr>
          <w:rFonts w:cs="Arial"/>
          <w:b/>
          <w:bCs/>
          <w:szCs w:val="18"/>
        </w:rPr>
      </w:pPr>
      <w:r w:rsidRPr="005B4367">
        <w:rPr>
          <w:rFonts w:cs="Arial"/>
          <w:b/>
          <w:bCs/>
          <w:szCs w:val="18"/>
        </w:rPr>
        <w:t>Wyrażam / nie wyrażam</w:t>
      </w:r>
      <w:r w:rsidRPr="005B4367">
        <w:rPr>
          <w:rFonts w:cs="Arial"/>
          <w:b/>
          <w:bCs/>
          <w:szCs w:val="18"/>
          <w:vertAlign w:val="superscript"/>
        </w:rPr>
        <w:t>*</w:t>
      </w:r>
      <w:r w:rsidRPr="005B4367">
        <w:rPr>
          <w:rFonts w:cs="Arial"/>
          <w:b/>
          <w:bCs/>
          <w:szCs w:val="18"/>
        </w:rPr>
        <w:t xml:space="preserve"> zgody na przetwarzanie moich danych osobowych zamieszczonych </w:t>
      </w:r>
      <w:r w:rsidRPr="005B4367">
        <w:rPr>
          <w:rFonts w:cs="Arial"/>
          <w:b/>
          <w:bCs/>
          <w:i/>
          <w:szCs w:val="18"/>
        </w:rPr>
        <w:t xml:space="preserve">w </w:t>
      </w:r>
      <w:r w:rsidR="00180D20" w:rsidRPr="005B4367">
        <w:rPr>
          <w:rFonts w:cs="Arial"/>
          <w:b/>
          <w:bCs/>
          <w:szCs w:val="18"/>
        </w:rPr>
        <w:t xml:space="preserve">umowie </w:t>
      </w:r>
      <w:r w:rsidR="00180D20">
        <w:rPr>
          <w:rFonts w:cs="Arial"/>
          <w:b/>
          <w:bCs/>
          <w:szCs w:val="18"/>
        </w:rPr>
        <w:t xml:space="preserve">głównej/podstawowej </w:t>
      </w:r>
      <w:r w:rsidR="00180D20" w:rsidRPr="005B4367">
        <w:rPr>
          <w:rFonts w:cs="Arial"/>
          <w:b/>
          <w:bCs/>
          <w:szCs w:val="18"/>
        </w:rPr>
        <w:t>i jej załącznikach</w:t>
      </w:r>
      <w:r>
        <w:rPr>
          <w:rFonts w:cs="Arial"/>
          <w:b/>
          <w:bCs/>
          <w:i/>
          <w:szCs w:val="18"/>
        </w:rPr>
        <w:t xml:space="preserve"> </w:t>
      </w:r>
      <w:r w:rsidRPr="005B4367">
        <w:rPr>
          <w:rFonts w:cs="Arial"/>
          <w:b/>
          <w:bCs/>
          <w:szCs w:val="18"/>
        </w:rPr>
        <w:t>przez Administratora w celu zawarcia i realizacji umowy.</w:t>
      </w:r>
    </w:p>
    <w:p w14:paraId="7593D5DF" w14:textId="77777777" w:rsidR="00E7218C" w:rsidRPr="00995DEF" w:rsidRDefault="00E7218C" w:rsidP="00995DEF">
      <w:pPr>
        <w:pStyle w:val="Akapitzlist"/>
        <w:spacing w:before="120" w:line="240" w:lineRule="auto"/>
        <w:ind w:left="425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………………….</w:t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</w:r>
      <w:r w:rsidRPr="00995DEF">
        <w:rPr>
          <w:rFonts w:cs="Arial"/>
          <w:szCs w:val="18"/>
        </w:rPr>
        <w:tab/>
        <w:t>………………….</w:t>
      </w:r>
    </w:p>
    <w:p w14:paraId="4380D37B" w14:textId="77777777" w:rsidR="00E7218C" w:rsidRPr="00995DEF" w:rsidRDefault="00E7218C" w:rsidP="00995DEF">
      <w:pPr>
        <w:pStyle w:val="Akapitzlist"/>
        <w:spacing w:after="120" w:line="240" w:lineRule="auto"/>
        <w:ind w:left="425"/>
        <w:jc w:val="both"/>
        <w:rPr>
          <w:rFonts w:cs="Arial"/>
          <w:i/>
          <w:szCs w:val="18"/>
        </w:rPr>
      </w:pPr>
      <w:r w:rsidRPr="00995DEF">
        <w:rPr>
          <w:rFonts w:cs="Arial"/>
          <w:i/>
          <w:szCs w:val="18"/>
        </w:rPr>
        <w:t>Data i miejsce</w:t>
      </w:r>
      <w:r w:rsidRPr="00995DEF">
        <w:rPr>
          <w:rFonts w:cs="Arial"/>
          <w:i/>
          <w:szCs w:val="18"/>
        </w:rPr>
        <w:tab/>
      </w:r>
      <w:r w:rsidRPr="00995DEF">
        <w:rPr>
          <w:rFonts w:cs="Arial"/>
          <w:i/>
          <w:szCs w:val="18"/>
        </w:rPr>
        <w:tab/>
      </w:r>
      <w:r w:rsidRPr="00995DEF">
        <w:rPr>
          <w:rFonts w:cs="Arial"/>
          <w:i/>
          <w:szCs w:val="18"/>
        </w:rPr>
        <w:tab/>
      </w:r>
      <w:r w:rsidRPr="00995DEF">
        <w:rPr>
          <w:rFonts w:cs="Arial"/>
          <w:i/>
          <w:szCs w:val="18"/>
        </w:rPr>
        <w:tab/>
        <w:t>Podpis</w:t>
      </w:r>
    </w:p>
    <w:p w14:paraId="25709E74" w14:textId="77777777" w:rsidR="00E7218C" w:rsidRPr="00995DEF" w:rsidRDefault="00E7218C" w:rsidP="00995DEF">
      <w:pPr>
        <w:pStyle w:val="Akapitzlist"/>
        <w:spacing w:before="120" w:after="120" w:line="240" w:lineRule="auto"/>
        <w:ind w:left="1068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*niewłaściwe skreślić</w:t>
      </w:r>
    </w:p>
    <w:p w14:paraId="5BF6C364" w14:textId="1B7DFFBE" w:rsidR="00E7218C" w:rsidRPr="00995DEF" w:rsidRDefault="00E7218C" w:rsidP="00995DEF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b/>
          <w:szCs w:val="18"/>
        </w:rPr>
      </w:pPr>
      <w:r w:rsidRPr="00995DEF">
        <w:rPr>
          <w:rFonts w:cs="Arial"/>
          <w:b/>
          <w:szCs w:val="18"/>
        </w:rPr>
        <w:t>Zgoda na przetwarzanie szczególnych kategorii danych oraz informacja o możliwości wycofania zgody</w:t>
      </w:r>
      <w:r w:rsidR="00180D20">
        <w:rPr>
          <w:rFonts w:cs="Arial"/>
          <w:b/>
          <w:szCs w:val="18"/>
        </w:rPr>
        <w:t xml:space="preserve"> – nie dotyczy</w:t>
      </w:r>
    </w:p>
    <w:p w14:paraId="24B2C1D9" w14:textId="77777777" w:rsidR="00E7218C" w:rsidRPr="00180D20" w:rsidRDefault="00E7218C" w:rsidP="00995DEF">
      <w:pPr>
        <w:pStyle w:val="Akapitzlist"/>
        <w:spacing w:before="120" w:after="120" w:line="240" w:lineRule="auto"/>
        <w:ind w:left="426"/>
        <w:jc w:val="both"/>
        <w:rPr>
          <w:rFonts w:cs="Arial"/>
          <w:strike/>
          <w:szCs w:val="18"/>
        </w:rPr>
      </w:pPr>
      <w:r w:rsidRPr="00180D20">
        <w:rPr>
          <w:rFonts w:cs="Arial"/>
          <w:strike/>
          <w:szCs w:val="18"/>
        </w:rPr>
        <w:t xml:space="preserve">W każdej chwili przysługuje Pani/Panu </w:t>
      </w:r>
      <w:r w:rsidRPr="00180D20">
        <w:rPr>
          <w:rFonts w:cs="Arial"/>
          <w:b/>
          <w:strike/>
          <w:szCs w:val="18"/>
        </w:rPr>
        <w:t>prawo do wycofania zgody</w:t>
      </w:r>
      <w:r w:rsidRPr="00180D20">
        <w:rPr>
          <w:rFonts w:cs="Arial"/>
          <w:strike/>
          <w:szCs w:val="18"/>
        </w:rPr>
        <w:t xml:space="preserve"> na przetwarzanie danych osobowych należących do szczególnej kategorii, ale cofnięcie zgody nie wpływa na zgodność z prawem przetwarzania, którego dokonano na podstawie Pani/Pana zgody przed jej wycofaniem.</w:t>
      </w:r>
    </w:p>
    <w:p w14:paraId="78C37899" w14:textId="77777777" w:rsidR="00E7218C" w:rsidRPr="00180D20" w:rsidRDefault="00E7218C" w:rsidP="00995DEF">
      <w:pPr>
        <w:spacing w:before="120"/>
        <w:ind w:left="425"/>
        <w:rPr>
          <w:rFonts w:cs="Arial"/>
          <w:i/>
          <w:strike/>
          <w:szCs w:val="18"/>
        </w:rPr>
      </w:pPr>
      <w:r w:rsidRPr="00180D20">
        <w:rPr>
          <w:rFonts w:cs="Arial"/>
          <w:i/>
          <w:strike/>
          <w:szCs w:val="18"/>
        </w:rPr>
        <w:t>Wersja używana w formie elektronicznej:</w:t>
      </w:r>
    </w:p>
    <w:p w14:paraId="0C44F8E1" w14:textId="77777777" w:rsidR="005B4367" w:rsidRPr="00180D20" w:rsidRDefault="00E7218C" w:rsidP="005B4367">
      <w:pPr>
        <w:pStyle w:val="Akapitzlist"/>
        <w:spacing w:before="120" w:after="120" w:line="240" w:lineRule="auto"/>
        <w:ind w:left="426"/>
        <w:jc w:val="both"/>
        <w:rPr>
          <w:rFonts w:cs="Arial"/>
          <w:strike/>
          <w:szCs w:val="18"/>
        </w:rPr>
      </w:pPr>
      <w:r w:rsidRPr="00180D20">
        <w:rPr>
          <w:rFonts w:cs="Arial"/>
          <w:b/>
          <w:strike/>
          <w:szCs w:val="18"/>
        </w:rPr>
        <w:t>Czy wyraża Pani/Pan zgodę na przetwarzanie danych osobowych należących do szczególnych kategorii danych,</w:t>
      </w:r>
      <w:r w:rsidRPr="00180D20">
        <w:rPr>
          <w:rFonts w:cs="Arial"/>
          <w:strike/>
          <w:szCs w:val="18"/>
        </w:rPr>
        <w:t xml:space="preserve"> czyli………………. </w:t>
      </w:r>
      <w:r w:rsidRPr="00180D20">
        <w:rPr>
          <w:rFonts w:cs="Arial"/>
          <w:i/>
          <w:strike/>
          <w:szCs w:val="18"/>
        </w:rPr>
        <w:t>(danych ujawniających Pani/Pana pochodzenie rasowe lub etniczne, Twoje poglądy polityczne, przekonania religijne lub światopoglądowe, przynależności do związków zawodowych, dane genetyczne, biometryczne w celu jednoznacznego zidentyfikowania Pani/Pana, dane dotyczące zdrowia, seksualności lub orientacji seksualnej – proszę wskazać właściwe</w:t>
      </w:r>
      <w:r w:rsidRPr="00180D20">
        <w:rPr>
          <w:rFonts w:cs="Arial"/>
          <w:strike/>
          <w:szCs w:val="18"/>
        </w:rPr>
        <w:t xml:space="preserve">) zamieszczonych </w:t>
      </w:r>
      <w:r w:rsidR="005B4367" w:rsidRPr="00180D20">
        <w:rPr>
          <w:rFonts w:cs="Arial"/>
          <w:i/>
          <w:strike/>
          <w:szCs w:val="18"/>
        </w:rPr>
        <w:t>w niniejszym formularzu</w:t>
      </w:r>
      <w:r w:rsidR="005B4367" w:rsidRPr="00180D20">
        <w:rPr>
          <w:rFonts w:cs="Arial"/>
          <w:strike/>
          <w:szCs w:val="18"/>
        </w:rPr>
        <w:t xml:space="preserve"> przez </w:t>
      </w:r>
      <w:r w:rsidR="005B4367" w:rsidRPr="00180D20">
        <w:rPr>
          <w:rFonts w:cs="Arial"/>
          <w:b/>
          <w:bCs/>
          <w:strike/>
          <w:szCs w:val="18"/>
        </w:rPr>
        <w:t>Administratora w celu zawarcia i realizacji umowy</w:t>
      </w:r>
    </w:p>
    <w:p w14:paraId="71ABAD7A" w14:textId="77777777" w:rsidR="00E7218C" w:rsidRPr="00180D20" w:rsidRDefault="00E7218C" w:rsidP="00995DEF">
      <w:pPr>
        <w:spacing w:before="120" w:after="120"/>
        <w:ind w:left="1068"/>
        <w:jc w:val="both"/>
        <w:rPr>
          <w:rFonts w:cs="Arial"/>
          <w:strike/>
          <w:szCs w:val="18"/>
        </w:rPr>
      </w:pPr>
      <w:r w:rsidRPr="00180D20">
        <w:rPr>
          <w:rFonts w:cs="Arial"/>
          <w:strike/>
          <w:szCs w:val="18"/>
        </w:rPr>
        <w:sym w:font="Webdings" w:char="F063"/>
      </w:r>
      <w:r w:rsidRPr="00180D20">
        <w:rPr>
          <w:rFonts w:cs="Arial"/>
          <w:strike/>
          <w:szCs w:val="18"/>
        </w:rPr>
        <w:t xml:space="preserve"> TAK</w:t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sym w:font="Webdings" w:char="F063"/>
      </w:r>
      <w:r w:rsidRPr="00180D20">
        <w:rPr>
          <w:rFonts w:cs="Arial"/>
          <w:strike/>
          <w:szCs w:val="18"/>
        </w:rPr>
        <w:t xml:space="preserve"> NIE</w:t>
      </w:r>
    </w:p>
    <w:p w14:paraId="28B545D4" w14:textId="77777777" w:rsidR="00E7218C" w:rsidRPr="00180D20" w:rsidRDefault="00E7218C" w:rsidP="00995DEF">
      <w:pPr>
        <w:pStyle w:val="Akapitzlist"/>
        <w:spacing w:before="120" w:line="240" w:lineRule="auto"/>
        <w:ind w:left="425"/>
        <w:jc w:val="both"/>
        <w:rPr>
          <w:rFonts w:cs="Arial"/>
          <w:i/>
          <w:strike/>
          <w:szCs w:val="18"/>
        </w:rPr>
      </w:pPr>
      <w:r w:rsidRPr="00180D20">
        <w:rPr>
          <w:rFonts w:cs="Arial"/>
          <w:i/>
          <w:strike/>
          <w:szCs w:val="18"/>
        </w:rPr>
        <w:t>Wersja używana w formie papierowej:</w:t>
      </w:r>
    </w:p>
    <w:p w14:paraId="221D8D78" w14:textId="77777777" w:rsidR="005B4367" w:rsidRPr="00180D20" w:rsidRDefault="00E7218C" w:rsidP="005B4367">
      <w:pPr>
        <w:pStyle w:val="Akapitzlist"/>
        <w:spacing w:before="120" w:after="120" w:line="240" w:lineRule="auto"/>
        <w:ind w:left="426"/>
        <w:jc w:val="both"/>
        <w:rPr>
          <w:rFonts w:cs="Arial"/>
          <w:strike/>
          <w:szCs w:val="18"/>
        </w:rPr>
      </w:pPr>
      <w:r w:rsidRPr="00180D20">
        <w:rPr>
          <w:rFonts w:cs="Arial"/>
          <w:b/>
          <w:strike/>
          <w:szCs w:val="18"/>
        </w:rPr>
        <w:t>Wyrażam / nie wyrażam</w:t>
      </w:r>
      <w:r w:rsidRPr="00180D20">
        <w:rPr>
          <w:rFonts w:cs="Arial"/>
          <w:b/>
          <w:strike/>
          <w:szCs w:val="18"/>
          <w:vertAlign w:val="superscript"/>
        </w:rPr>
        <w:t>*</w:t>
      </w:r>
      <w:r w:rsidRPr="00180D20">
        <w:rPr>
          <w:rFonts w:cs="Arial"/>
          <w:b/>
          <w:strike/>
          <w:szCs w:val="18"/>
        </w:rPr>
        <w:t xml:space="preserve"> zgody na przetwarzanie moich danych osobowych</w:t>
      </w:r>
      <w:r w:rsidRPr="00180D20">
        <w:rPr>
          <w:rFonts w:cs="Arial"/>
          <w:strike/>
          <w:szCs w:val="18"/>
        </w:rPr>
        <w:t xml:space="preserve">, należących do szczególnych kategorii danych, czyli …………. </w:t>
      </w:r>
      <w:r w:rsidRPr="00180D20">
        <w:rPr>
          <w:rFonts w:cs="Arial"/>
          <w:i/>
          <w:strike/>
          <w:szCs w:val="18"/>
        </w:rPr>
        <w:t>(danych ujawniających pochodzenie rasowe lub etniczne, poglądy polityczne, przekonania religijne lub światopoglądowe, przynależności do związków zawodowych, dane genetyczne, biometryczne w celu jednoznacznego zidentyfikowania Ciebie, dane dotyczące zdrowia, seksualności lub orientacji seksualnej – proszę wskazać właściwe</w:t>
      </w:r>
      <w:r w:rsidRPr="00180D20">
        <w:rPr>
          <w:rFonts w:cs="Arial"/>
          <w:strike/>
          <w:szCs w:val="18"/>
        </w:rPr>
        <w:t xml:space="preserve">) zamieszczonych </w:t>
      </w:r>
      <w:r w:rsidR="005B4367" w:rsidRPr="00180D20">
        <w:rPr>
          <w:rFonts w:cs="Arial"/>
          <w:i/>
          <w:strike/>
          <w:szCs w:val="18"/>
        </w:rPr>
        <w:t>w niniejszym formularzu</w:t>
      </w:r>
      <w:r w:rsidR="005B4367" w:rsidRPr="00180D20">
        <w:rPr>
          <w:rFonts w:cs="Arial"/>
          <w:strike/>
          <w:szCs w:val="18"/>
        </w:rPr>
        <w:t xml:space="preserve"> przez </w:t>
      </w:r>
      <w:r w:rsidR="005B4367" w:rsidRPr="00180D20">
        <w:rPr>
          <w:rFonts w:cs="Arial"/>
          <w:b/>
          <w:bCs/>
          <w:strike/>
          <w:szCs w:val="18"/>
        </w:rPr>
        <w:t>Administratora w celu zawarcia i realizacji umowy</w:t>
      </w:r>
    </w:p>
    <w:p w14:paraId="4D44A60A" w14:textId="62C8EC44" w:rsidR="00E7218C" w:rsidRPr="00180D20" w:rsidRDefault="00E7218C" w:rsidP="00995DEF">
      <w:pPr>
        <w:pStyle w:val="Akapitzlist"/>
        <w:spacing w:after="120" w:line="240" w:lineRule="auto"/>
        <w:ind w:left="425"/>
        <w:jc w:val="both"/>
        <w:rPr>
          <w:rFonts w:cs="Arial"/>
          <w:strike/>
          <w:szCs w:val="18"/>
        </w:rPr>
      </w:pPr>
    </w:p>
    <w:p w14:paraId="6D9AF638" w14:textId="77777777" w:rsidR="00995DEF" w:rsidRPr="00180D20" w:rsidRDefault="00995DEF" w:rsidP="00995DEF">
      <w:pPr>
        <w:pStyle w:val="Akapitzlist"/>
        <w:spacing w:before="120" w:line="240" w:lineRule="auto"/>
        <w:ind w:left="425"/>
        <w:jc w:val="both"/>
        <w:rPr>
          <w:rFonts w:cs="Arial"/>
          <w:strike/>
          <w:szCs w:val="18"/>
        </w:rPr>
      </w:pPr>
      <w:r w:rsidRPr="00180D20">
        <w:rPr>
          <w:rFonts w:cs="Arial"/>
          <w:strike/>
          <w:szCs w:val="18"/>
        </w:rPr>
        <w:t>………………….</w:t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</w:r>
      <w:r w:rsidRPr="00180D20">
        <w:rPr>
          <w:rFonts w:cs="Arial"/>
          <w:strike/>
          <w:szCs w:val="18"/>
        </w:rPr>
        <w:tab/>
        <w:t>………………….</w:t>
      </w:r>
    </w:p>
    <w:p w14:paraId="6CE4BE6C" w14:textId="77777777" w:rsidR="00995DEF" w:rsidRPr="00180D20" w:rsidRDefault="00995DEF" w:rsidP="00995DEF">
      <w:pPr>
        <w:pStyle w:val="Akapitzlist"/>
        <w:spacing w:after="120" w:line="240" w:lineRule="auto"/>
        <w:ind w:left="425"/>
        <w:jc w:val="both"/>
        <w:rPr>
          <w:rFonts w:cs="Arial"/>
          <w:i/>
          <w:strike/>
          <w:szCs w:val="18"/>
        </w:rPr>
      </w:pPr>
      <w:r w:rsidRPr="00180D20">
        <w:rPr>
          <w:rFonts w:cs="Arial"/>
          <w:i/>
          <w:strike/>
          <w:szCs w:val="18"/>
        </w:rPr>
        <w:t>Data i miejsce</w:t>
      </w:r>
      <w:r w:rsidRPr="00180D20">
        <w:rPr>
          <w:rFonts w:cs="Arial"/>
          <w:i/>
          <w:strike/>
          <w:szCs w:val="18"/>
        </w:rPr>
        <w:tab/>
      </w:r>
      <w:r w:rsidRPr="00180D20">
        <w:rPr>
          <w:rFonts w:cs="Arial"/>
          <w:i/>
          <w:strike/>
          <w:szCs w:val="18"/>
        </w:rPr>
        <w:tab/>
      </w:r>
      <w:r w:rsidRPr="00180D20">
        <w:rPr>
          <w:rFonts w:cs="Arial"/>
          <w:i/>
          <w:strike/>
          <w:szCs w:val="18"/>
        </w:rPr>
        <w:tab/>
      </w:r>
      <w:r w:rsidRPr="00180D20">
        <w:rPr>
          <w:rFonts w:cs="Arial"/>
          <w:i/>
          <w:strike/>
          <w:szCs w:val="18"/>
        </w:rPr>
        <w:tab/>
        <w:t>Podpis</w:t>
      </w:r>
    </w:p>
    <w:p w14:paraId="0408C096" w14:textId="42E1C258" w:rsidR="00E7218C" w:rsidRPr="00995DEF" w:rsidRDefault="00E7218C" w:rsidP="000B16ED">
      <w:pPr>
        <w:pStyle w:val="Akapitzlist"/>
        <w:spacing w:before="120" w:after="120" w:line="240" w:lineRule="auto"/>
        <w:ind w:left="426"/>
        <w:jc w:val="both"/>
        <w:rPr>
          <w:rFonts w:cs="Arial"/>
          <w:szCs w:val="18"/>
        </w:rPr>
      </w:pPr>
      <w:r w:rsidRPr="00995DEF">
        <w:rPr>
          <w:rFonts w:cs="Arial"/>
          <w:szCs w:val="18"/>
        </w:rPr>
        <w:t>*niewłaściwe skreślić</w:t>
      </w:r>
    </w:p>
    <w:sectPr w:rsidR="00E7218C" w:rsidRPr="00995DEF" w:rsidSect="00FA529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794" w:right="992" w:bottom="737" w:left="992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82AE" w14:textId="77777777" w:rsidR="009D1BBC" w:rsidRDefault="009D1BBC" w:rsidP="00BD627E">
      <w:r>
        <w:separator/>
      </w:r>
    </w:p>
    <w:p w14:paraId="728945EB" w14:textId="77777777" w:rsidR="009D1BBC" w:rsidRDefault="009D1BBC"/>
  </w:endnote>
  <w:endnote w:type="continuationSeparator" w:id="0">
    <w:p w14:paraId="625E3A2F" w14:textId="77777777" w:rsidR="009D1BBC" w:rsidRDefault="009D1BBC" w:rsidP="00BD627E">
      <w:r>
        <w:continuationSeparator/>
      </w:r>
    </w:p>
    <w:p w14:paraId="53EAFA22" w14:textId="77777777" w:rsidR="009D1BBC" w:rsidRDefault="009D1BBC"/>
  </w:endnote>
  <w:endnote w:type="continuationNotice" w:id="1">
    <w:p w14:paraId="0204F5E7" w14:textId="77777777" w:rsidR="009D1BBC" w:rsidRDefault="009D1BBC"/>
    <w:p w14:paraId="135A56E4" w14:textId="77777777" w:rsidR="009D1BBC" w:rsidRDefault="009D1B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E" w14:textId="4E56AFEE" w:rsidR="00243D7F" w:rsidRPr="00180D20" w:rsidRDefault="00D03D9C" w:rsidP="00180D20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B6AF3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B6AF3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13EFACF3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B6AF3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B6AF3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7C547" w14:textId="77777777" w:rsidR="009D1BBC" w:rsidRDefault="009D1BBC" w:rsidP="00BD627E">
      <w:r>
        <w:separator/>
      </w:r>
    </w:p>
    <w:p w14:paraId="767803C4" w14:textId="77777777" w:rsidR="009D1BBC" w:rsidRDefault="009D1BBC"/>
  </w:footnote>
  <w:footnote w:type="continuationSeparator" w:id="0">
    <w:p w14:paraId="1BE1AA00" w14:textId="77777777" w:rsidR="009D1BBC" w:rsidRDefault="009D1BBC" w:rsidP="00BD627E">
      <w:r>
        <w:continuationSeparator/>
      </w:r>
    </w:p>
    <w:p w14:paraId="3B43874F" w14:textId="77777777" w:rsidR="009D1BBC" w:rsidRDefault="009D1BBC"/>
  </w:footnote>
  <w:footnote w:type="continuationNotice" w:id="1">
    <w:p w14:paraId="39034DA4" w14:textId="77777777" w:rsidR="009D1BBC" w:rsidRDefault="009D1BBC"/>
    <w:p w14:paraId="4EC6673E" w14:textId="77777777" w:rsidR="009D1BBC" w:rsidRDefault="009D1B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C4ED" w14:textId="43C914BA" w:rsidR="00FA529E" w:rsidRDefault="00FA529E" w:rsidP="00FA529E">
    <w:pPr>
      <w:pStyle w:val="Nagwek"/>
      <w:ind w:left="1843" w:right="-1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142CFBFD" wp14:editId="67D7543A">
          <wp:simplePos x="0" y="0"/>
          <wp:positionH relativeFrom="column">
            <wp:posOffset>-29688</wp:posOffset>
          </wp:positionH>
          <wp:positionV relativeFrom="paragraph">
            <wp:posOffset>-184134</wp:posOffset>
          </wp:positionV>
          <wp:extent cx="562708" cy="421376"/>
          <wp:effectExtent l="0" t="0" r="0" b="0"/>
          <wp:wrapNone/>
          <wp:docPr id="1321861121" name="Obraz 1321861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14"/>
        <w:szCs w:val="14"/>
      </w:rPr>
      <w:t>Załącznik nr 5 do umowy</w:t>
    </w:r>
    <w:r w:rsidRPr="00024ECD">
      <w:rPr>
        <w:rFonts w:cs="Arial"/>
        <w:sz w:val="14"/>
        <w:szCs w:val="14"/>
      </w:rPr>
      <w:t xml:space="preserve"> </w:t>
    </w:r>
  </w:p>
  <w:p w14:paraId="3F40A0DC" w14:textId="706B31A9" w:rsidR="00FA529E" w:rsidRDefault="00FA529E" w:rsidP="00FA529E">
    <w:pPr>
      <w:pStyle w:val="Nagwek"/>
      <w:ind w:left="1843" w:right="-1"/>
      <w:jc w:val="right"/>
      <w:rPr>
        <w:sz w:val="14"/>
        <w:szCs w:val="14"/>
      </w:rPr>
    </w:pP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C8A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505D93D2" w:rsidR="007376CC" w:rsidRPr="00024ECD" w:rsidRDefault="00376D51" w:rsidP="00335C86">
    <w:pPr>
      <w:pStyle w:val="Nagwek"/>
      <w:ind w:left="1843" w:right="-1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5C86">
      <w:rPr>
        <w:rFonts w:cs="Arial"/>
        <w:sz w:val="14"/>
        <w:szCs w:val="14"/>
      </w:rPr>
      <w:t>Załącznik nr 5 do umowy</w:t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73DCC"/>
    <w:multiLevelType w:val="hybridMultilevel"/>
    <w:tmpl w:val="D4C646AE"/>
    <w:lvl w:ilvl="0" w:tplc="0F9E9F5A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" w15:restartNumberingAfterBreak="0">
    <w:nsid w:val="18C73D18"/>
    <w:multiLevelType w:val="hybridMultilevel"/>
    <w:tmpl w:val="120E1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8302BD"/>
    <w:multiLevelType w:val="hybridMultilevel"/>
    <w:tmpl w:val="64240D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AC1ED5"/>
    <w:multiLevelType w:val="hybridMultilevel"/>
    <w:tmpl w:val="169CA80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55D71CA"/>
    <w:multiLevelType w:val="hybridMultilevel"/>
    <w:tmpl w:val="3F760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490227DF"/>
    <w:multiLevelType w:val="multilevel"/>
    <w:tmpl w:val="6192B0F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7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0" w15:restartNumberingAfterBreak="0">
    <w:nsid w:val="4AB65F6E"/>
    <w:multiLevelType w:val="hybridMultilevel"/>
    <w:tmpl w:val="DE8051E6"/>
    <w:lvl w:ilvl="0" w:tplc="3342FAF2">
      <w:start w:val="1"/>
      <w:numFmt w:val="lowerLetter"/>
      <w:lvlText w:val="%1)"/>
      <w:lvlJc w:val="left"/>
      <w:pPr>
        <w:ind w:left="107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1351657"/>
    <w:multiLevelType w:val="hybridMultilevel"/>
    <w:tmpl w:val="62F60C9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9EE54CB"/>
    <w:multiLevelType w:val="hybridMultilevel"/>
    <w:tmpl w:val="CFB4AA80"/>
    <w:lvl w:ilvl="0" w:tplc="0F9E9F5A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988775001">
    <w:abstractNumId w:val="8"/>
  </w:num>
  <w:num w:numId="2" w16cid:durableId="1507862741">
    <w:abstractNumId w:val="5"/>
  </w:num>
  <w:num w:numId="3" w16cid:durableId="144127852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902709838">
    <w:abstractNumId w:val="8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936791746">
    <w:abstractNumId w:val="1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837841925">
    <w:abstractNumId w:val="8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450929944">
    <w:abstractNumId w:val="8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428744431">
    <w:abstractNumId w:val="11"/>
  </w:num>
  <w:num w:numId="9" w16cid:durableId="265042137">
    <w:abstractNumId w:val="9"/>
  </w:num>
  <w:num w:numId="10" w16cid:durableId="409813371">
    <w:abstractNumId w:val="7"/>
  </w:num>
  <w:num w:numId="11" w16cid:durableId="793444756">
    <w:abstractNumId w:val="13"/>
  </w:num>
  <w:num w:numId="12" w16cid:durableId="1419063474">
    <w:abstractNumId w:val="10"/>
  </w:num>
  <w:num w:numId="13" w16cid:durableId="1788819144">
    <w:abstractNumId w:val="12"/>
  </w:num>
  <w:num w:numId="14" w16cid:durableId="1119422051">
    <w:abstractNumId w:val="0"/>
  </w:num>
  <w:num w:numId="15" w16cid:durableId="839273597">
    <w:abstractNumId w:val="3"/>
  </w:num>
  <w:num w:numId="16" w16cid:durableId="657222978">
    <w:abstractNumId w:val="4"/>
  </w:num>
  <w:num w:numId="17" w16cid:durableId="1689868558">
    <w:abstractNumId w:val="6"/>
  </w:num>
  <w:num w:numId="18" w16cid:durableId="145367472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16ED"/>
    <w:rsid w:val="000B6AF3"/>
    <w:rsid w:val="000B7759"/>
    <w:rsid w:val="000C1970"/>
    <w:rsid w:val="000C3838"/>
    <w:rsid w:val="000C626D"/>
    <w:rsid w:val="000D1615"/>
    <w:rsid w:val="000D368C"/>
    <w:rsid w:val="000D4112"/>
    <w:rsid w:val="000D7C34"/>
    <w:rsid w:val="000E6284"/>
    <w:rsid w:val="000F0671"/>
    <w:rsid w:val="000F4E0C"/>
    <w:rsid w:val="000F5F4D"/>
    <w:rsid w:val="000F779B"/>
    <w:rsid w:val="001002F8"/>
    <w:rsid w:val="00100563"/>
    <w:rsid w:val="00101EA8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CDE"/>
    <w:rsid w:val="00132DAF"/>
    <w:rsid w:val="001331C0"/>
    <w:rsid w:val="001410C8"/>
    <w:rsid w:val="00153E1B"/>
    <w:rsid w:val="001575DB"/>
    <w:rsid w:val="00157918"/>
    <w:rsid w:val="00165E35"/>
    <w:rsid w:val="001708C0"/>
    <w:rsid w:val="00180173"/>
    <w:rsid w:val="00180D20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35C86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498"/>
    <w:rsid w:val="003F669F"/>
    <w:rsid w:val="0040184C"/>
    <w:rsid w:val="00406A8C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18E7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40EB"/>
    <w:rsid w:val="005B4367"/>
    <w:rsid w:val="005B6372"/>
    <w:rsid w:val="005B7525"/>
    <w:rsid w:val="005C18EE"/>
    <w:rsid w:val="005C4633"/>
    <w:rsid w:val="005D0D31"/>
    <w:rsid w:val="005D5DFB"/>
    <w:rsid w:val="005D71EF"/>
    <w:rsid w:val="005E5506"/>
    <w:rsid w:val="005E617A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4C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0D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D3FB7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5295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2585"/>
    <w:rsid w:val="009534D9"/>
    <w:rsid w:val="00953951"/>
    <w:rsid w:val="00954E6A"/>
    <w:rsid w:val="009635BE"/>
    <w:rsid w:val="00964445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DEF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1BBC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037B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37084"/>
    <w:rsid w:val="00C4167D"/>
    <w:rsid w:val="00C41B32"/>
    <w:rsid w:val="00C453C9"/>
    <w:rsid w:val="00C47406"/>
    <w:rsid w:val="00C47E5D"/>
    <w:rsid w:val="00C51790"/>
    <w:rsid w:val="00C53999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3761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2736"/>
    <w:rsid w:val="00DA4723"/>
    <w:rsid w:val="00DB0021"/>
    <w:rsid w:val="00DB1020"/>
    <w:rsid w:val="00DB1688"/>
    <w:rsid w:val="00DB4925"/>
    <w:rsid w:val="00DB4A58"/>
    <w:rsid w:val="00DB788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2869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6630F"/>
    <w:rsid w:val="00E71718"/>
    <w:rsid w:val="00E7218C"/>
    <w:rsid w:val="00E73B7B"/>
    <w:rsid w:val="00E748DA"/>
    <w:rsid w:val="00E75D61"/>
    <w:rsid w:val="00E75EA5"/>
    <w:rsid w:val="00E82B5D"/>
    <w:rsid w:val="00E83B1D"/>
    <w:rsid w:val="00E8522C"/>
    <w:rsid w:val="00E900A2"/>
    <w:rsid w:val="00E90939"/>
    <w:rsid w:val="00E93F9C"/>
    <w:rsid w:val="00EA052B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529E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uiPriority w:val="22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datkowe_x0020_informacje xmlns="efb9c7a9-fb7a-49d0-ad5d-64d3cce8bf9e">DYST/CENT/IOD/3.8.2.1</Dodatkowe_x0020_informacje>
    <DataWycofania xmlns="fa87e474-2c2a-4570-a952-e5d0e470b777" xsi:nil="true"/>
    <Rodzaj xmlns="fa87e474-2c2a-4570-a952-e5d0e470b777">Procedura</Rodzaj>
    <ObszarCompliance xmlns="fa87e474-2c2a-4570-a952-e5d0e470b777">Zasady uczciwego biznesu GK PGE, w tym stosowanie postanowień Kodeksu etyki GK PGE</ObszarCompliance>
    <Typ_DSZ xmlns="efb9c7a9-fb7a-49d0-ad5d-64d3cce8bf9e">Obowiązujące DSZ</Typ_DSZ>
    <Sygnatura xmlns="efb9c7a9-fb7a-49d0-ad5d-64d3cce8bf9e">3.8.2.1</Sygnatura>
    <Symbol_x0020_KO xmlns="efb9c7a9-fb7a-49d0-ad5d-64d3cce8bf9e">IOD</Symbol_x0020_KO>
    <Uwagi xmlns="efb9c7a9-fb7a-49d0-ad5d-64d3cce8bf9e" xsi:nil="true"/>
    <DataDokumentu xmlns="e98d7501-42e4-4a2d-b641-b529e1ab1d6e">2025-07-31T22:00:00+00:00</DataDokumentu>
    <Kod xmlns="efb9c7a9-fb7a-49d0-ad5d-64d3cce8bf9e">PROC 30076/C</Kod>
    <Wsprawie xmlns="efb9c7a9-fb7a-49d0-ad5d-64d3cce8bf9e">&lt;div class="ExternalClassECC3634FF0724C1E9C0BF37AE20AC0D1"&gt;&lt;p&gt;​wypis 02-33-25&lt;/p&gt;&lt;/div&gt;</Wsprawie>
    <Dokumenty_x0020_powiązane xmlns="efb9c7a9-fb7a-49d0-ad5d-64d3cce8bf9e" xsi:nil="true"/>
    <Jednostka_x0020_Organizacyjna xmlns="efb9c7a9-fb7a-49d0-ad5d-64d3cce8bf9e">7</Jednostka_x0020_Organizacyjn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_DSZ" ma:contentTypeID="0x01010085144689BBF74D41907F3E68B5BA8C9200AC096329EC554F4E941428A22F65981A" ma:contentTypeVersion="34" ma:contentTypeDescription="" ma:contentTypeScope="" ma:versionID="4b0a982966f17487c87deb41dc581c94">
  <xsd:schema xmlns:xsd="http://www.w3.org/2001/XMLSchema" xmlns:xs="http://www.w3.org/2001/XMLSchema" xmlns:p="http://schemas.microsoft.com/office/2006/metadata/properties" xmlns:ns1="efb9c7a9-fb7a-49d0-ad5d-64d3cce8bf9e" xmlns:ns3="e98d7501-42e4-4a2d-b641-b529e1ab1d6e" xmlns:ns4="fa87e474-2c2a-4570-a952-e5d0e470b777" targetNamespace="http://schemas.microsoft.com/office/2006/metadata/properties" ma:root="true" ma:fieldsID="64cfae03f359484da4ea6ebee37e0a6c" ns1:_="" ns3:_="" ns4:_="">
    <xsd:import namespace="efb9c7a9-fb7a-49d0-ad5d-64d3cce8bf9e"/>
    <xsd:import namespace="e98d7501-42e4-4a2d-b641-b529e1ab1d6e"/>
    <xsd:import namespace="fa87e474-2c2a-4570-a952-e5d0e470b777"/>
    <xsd:element name="properties">
      <xsd:complexType>
        <xsd:sequence>
          <xsd:element name="documentManagement">
            <xsd:complexType>
              <xsd:all>
                <xsd:element ref="ns1:Kod" minOccurs="0"/>
                <xsd:element ref="ns1:Typ_DSZ"/>
                <xsd:element ref="ns1:Wsprawie" minOccurs="0"/>
                <xsd:element ref="ns1:Symbol_x0020_KO" minOccurs="0"/>
                <xsd:element ref="ns1:Jednostka_x0020_Organizacyjna"/>
                <xsd:element ref="ns3:DataDokumentu"/>
                <xsd:element ref="ns4:ObszarCompliance" minOccurs="0"/>
                <xsd:element ref="ns1:Sygnatura"/>
                <xsd:element ref="ns1:Dodatkowe_x0020_informacje" minOccurs="0"/>
                <xsd:element ref="ns1:Dokumenty_x0020_powiązane" minOccurs="0"/>
                <xsd:element ref="ns1:Uwagi" minOccurs="0"/>
                <xsd:element ref="ns1:Jednostka_x0020_Organizacyjna_x003a_Nazwa" minOccurs="0"/>
                <xsd:element ref="ns4:Rodzaj" minOccurs="0"/>
                <xsd:element ref="ns4:DataWycofan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9c7a9-fb7a-49d0-ad5d-64d3cce8bf9e" elementFormDefault="qualified">
    <xsd:import namespace="http://schemas.microsoft.com/office/2006/documentManagement/types"/>
    <xsd:import namespace="http://schemas.microsoft.com/office/infopath/2007/PartnerControls"/>
    <xsd:element name="Kod" ma:index="0" nillable="true" ma:displayName="Kod" ma:hidden="true" ma:internalName="Kod" ma:readOnly="false">
      <xsd:simpleType>
        <xsd:restriction base="dms:Text">
          <xsd:maxLength value="255"/>
        </xsd:restriction>
      </xsd:simpleType>
    </xsd:element>
    <xsd:element name="Typ_DSZ" ma:index="1" ma:displayName="Status" ma:format="Dropdown" ma:internalName="Typ_DSZ">
      <xsd:simpleType>
        <xsd:restriction base="dms:Choice">
          <xsd:enumeration value="Obowiązujące DSZ"/>
          <xsd:enumeration value="Archiwum"/>
        </xsd:restriction>
      </xsd:simpleType>
    </xsd:element>
    <xsd:element name="Wsprawie" ma:index="4" nillable="true" ma:displayName="W sprawie" ma:hidden="true" ma:internalName="W_x0020_sprawie" ma:readOnly="false">
      <xsd:simpleType>
        <xsd:restriction base="dms:Note"/>
      </xsd:simpleType>
    </xsd:element>
    <xsd:element name="Symbol_x0020_KO" ma:index="5" nillable="true" ma:displayName="Symbol KO" ma:hidden="true" ma:internalName="Symbol_x0020_KO" ma:readOnly="false">
      <xsd:simpleType>
        <xsd:restriction base="dms:Text">
          <xsd:maxLength value="255"/>
        </xsd:restriction>
      </xsd:simpleType>
    </xsd:element>
    <xsd:element name="Jednostka_x0020_Organizacyjna" ma:index="6" ma:displayName="Obowiązuje w JO" ma:list="{48a272cb-17b3-45e5-b7d8-dcaa6cb64902}" ma:internalName="Jednostka_x0020_Organizacyjna" ma:showField="Title" ma:web="efb9c7a9-fb7a-49d0-ad5d-64d3cce8bf9e">
      <xsd:simpleType>
        <xsd:restriction base="dms:Lookup"/>
      </xsd:simpleType>
    </xsd:element>
    <xsd:element name="Sygnatura" ma:index="9" ma:displayName="Proces" ma:internalName="Sygnatura">
      <xsd:simpleType>
        <xsd:restriction base="dms:Text">
          <xsd:maxLength value="255"/>
        </xsd:restriction>
      </xsd:simpleType>
    </xsd:element>
    <xsd:element name="Dodatkowe_x0020_informacje" ma:index="10" nillable="true" ma:displayName="Dodatkowe informacje" ma:hidden="true" ma:internalName="Dodatkowe_x0020_informacje" ma:readOnly="false">
      <xsd:simpleType>
        <xsd:restriction base="dms:Text">
          <xsd:maxLength value="255"/>
        </xsd:restriction>
      </xsd:simpleType>
    </xsd:element>
    <xsd:element name="Dokumenty_x0020_powiązane" ma:index="11" nillable="true" ma:displayName="Dokumenty powiązane" ma:hidden="true" ma:internalName="Dokumenty_x0020_powi_x0105_zane" ma:readOnly="false">
      <xsd:simpleType>
        <xsd:restriction base="dms:Text">
          <xsd:maxLength value="255"/>
        </xsd:restriction>
      </xsd:simpleType>
    </xsd:element>
    <xsd:element name="Uwagi" ma:index="12" nillable="true" ma:displayName="Uwagi" ma:hidden="true" ma:internalName="Uwagi" ma:readOnly="false">
      <xsd:simpleType>
        <xsd:restriction base="dms:Text">
          <xsd:maxLength value="255"/>
        </xsd:restriction>
      </xsd:simpleType>
    </xsd:element>
    <xsd:element name="Jednostka_x0020_Organizacyjna_x003a_Nazwa" ma:index="16" nillable="true" ma:displayName="Jednostka Organizacyjna:Nazwa" ma:list="{48a272cb-17b3-45e5-b7d8-dcaa6cb64902}" ma:internalName="Jednostka_x0020_Organizacyjna_x003A_Nazwa" ma:readOnly="true" ma:showField="Title" ma:web="efb9c7a9-fb7a-49d0-ad5d-64d3cce8bf9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d7501-42e4-4a2d-b641-b529e1ab1d6e" elementFormDefault="qualified">
    <xsd:import namespace="http://schemas.microsoft.com/office/2006/documentManagement/types"/>
    <xsd:import namespace="http://schemas.microsoft.com/office/infopath/2007/PartnerControls"/>
    <xsd:element name="DataDokumentu" ma:index="7" ma:displayName="Ważne od:" ma:format="DateOnly" ma:internalName="Data_x0020_dokumentu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7e474-2c2a-4570-a952-e5d0e470b777" elementFormDefault="qualified">
    <xsd:import namespace="http://schemas.microsoft.com/office/2006/documentManagement/types"/>
    <xsd:import namespace="http://schemas.microsoft.com/office/infopath/2007/PartnerControls"/>
    <xsd:element name="ObszarCompliance" ma:index="8" nillable="true" ma:displayName="Obszar Compliance" ma:hidden="true" ma:internalName="ObszarCompliance" ma:readOnly="false">
      <xsd:simpleType>
        <xsd:restriction base="dms:Text">
          <xsd:maxLength value="255"/>
        </xsd:restriction>
      </xsd:simpleType>
    </xsd:element>
    <xsd:element name="Rodzaj" ma:index="20" nillable="true" ma:displayName="Rodzaj" ma:format="Dropdown" ma:internalName="Rodzaj">
      <xsd:simpleType>
        <xsd:restriction base="dms:Choice">
          <xsd:enumeration value="Polityka Regulamin"/>
          <xsd:enumeration value="Procedura Ogólna"/>
          <xsd:enumeration value="Procedura"/>
          <xsd:enumeration value="Instrukcja"/>
          <xsd:enumeration value="Dokumenty PGE"/>
          <xsd:enumeration value="Pozostałe"/>
        </xsd:restriction>
      </xsd:simpleType>
    </xsd:element>
    <xsd:element name="DataWycofania" ma:index="21" nillable="true" ma:displayName="Ważne do:" ma:format="DateOnly" ma:internalName="DataWycofani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efb9c7a9-fb7a-49d0-ad5d-64d3cce8bf9e"/>
    <ds:schemaRef ds:uri="http://schemas.microsoft.com/office/infopath/2007/PartnerControls"/>
    <ds:schemaRef ds:uri="http://schemas.openxmlformats.org/package/2006/metadata/core-properties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FF0B5D7B-1114-4436-B019-AEF508159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b9c7a9-fb7a-49d0-ad5d-64d3cce8bf9e"/>
    <ds:schemaRef ds:uri="e98d7501-42e4-4a2d-b641-b529e1ab1d6e"/>
    <ds:schemaRef ds:uri="fa87e474-2c2a-4570-a952-e5d0e470b7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77FAE3-D178-42B0-8D31-45F50A4C411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82E889-2B1E-4B96-9A26-F62FD838566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2DC5858-B5B4-4BFC-BC12-1037B303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Zał_7_szablon.dotx</Template>
  <TotalTime>111</TotalTime>
  <Pages>4</Pages>
  <Words>2433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18106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Stepul Anna [PGE Dystr. O.Skarżysko-Kam.]</cp:lastModifiedBy>
  <cp:revision>6</cp:revision>
  <cp:lastPrinted>2025-07-07T05:54:00Z</cp:lastPrinted>
  <dcterms:created xsi:type="dcterms:W3CDTF">2025-08-04T06:23:00Z</dcterms:created>
  <dcterms:modified xsi:type="dcterms:W3CDTF">2025-08-04T10:06:00Z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0x01010085144689BBF74D41907F3E68B5BA8C9200AC096329EC554F4E941428A22F65981A</vt:lpwstr>
  </property>
</Properties>
</file>